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34C" w:rsidRPr="00C831C2" w:rsidRDefault="0085034C" w:rsidP="0085034C">
      <w:pPr>
        <w:shd w:val="clear" w:color="auto" w:fill="FFFFFF"/>
        <w:spacing w:line="276" w:lineRule="auto"/>
        <w:jc w:val="right"/>
        <w:rPr>
          <w:b/>
          <w:sz w:val="22"/>
          <w:szCs w:val="22"/>
        </w:rPr>
      </w:pPr>
      <w:bookmarkStart w:id="0" w:name="_GoBack"/>
      <w:bookmarkEnd w:id="0"/>
      <w:r w:rsidRPr="00C831C2">
        <w:rPr>
          <w:b/>
          <w:sz w:val="22"/>
          <w:szCs w:val="22"/>
        </w:rPr>
        <w:t xml:space="preserve">Załącznik nr </w:t>
      </w:r>
      <w:r w:rsidR="00BD755F">
        <w:rPr>
          <w:b/>
          <w:sz w:val="22"/>
          <w:szCs w:val="22"/>
        </w:rPr>
        <w:t>5</w:t>
      </w:r>
      <w:r w:rsidRPr="00C831C2">
        <w:rPr>
          <w:b/>
          <w:sz w:val="22"/>
          <w:szCs w:val="22"/>
        </w:rPr>
        <w:t xml:space="preserve"> do SIWZ</w:t>
      </w:r>
    </w:p>
    <w:p w:rsidR="0085034C" w:rsidRPr="00C831C2" w:rsidRDefault="0085034C" w:rsidP="0085034C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85034C" w:rsidRPr="00C831C2" w:rsidRDefault="0085034C" w:rsidP="0085034C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C831C2">
        <w:rPr>
          <w:b/>
          <w:sz w:val="22"/>
          <w:szCs w:val="22"/>
        </w:rPr>
        <w:t>(Projekt)</w:t>
      </w:r>
    </w:p>
    <w:p w:rsidR="0085034C" w:rsidRDefault="0085034C" w:rsidP="0085034C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C831C2">
        <w:rPr>
          <w:b/>
          <w:sz w:val="22"/>
          <w:szCs w:val="22"/>
        </w:rPr>
        <w:t>UMOWA Nr ……………….</w:t>
      </w:r>
    </w:p>
    <w:p w:rsidR="00104558" w:rsidRPr="00C831C2" w:rsidRDefault="00104558" w:rsidP="0085034C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dla części zamówienia nr ………..</w:t>
      </w:r>
    </w:p>
    <w:p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</w:rPr>
      </w:pPr>
    </w:p>
    <w:p w:rsidR="0085034C" w:rsidRPr="00C831C2" w:rsidRDefault="0085034C" w:rsidP="0085034C">
      <w:pPr>
        <w:pStyle w:val="Tekstpodstawowy"/>
        <w:spacing w:line="276" w:lineRule="auto"/>
        <w:rPr>
          <w:sz w:val="22"/>
          <w:szCs w:val="22"/>
        </w:rPr>
      </w:pPr>
      <w:r w:rsidRPr="00C831C2">
        <w:rPr>
          <w:sz w:val="22"/>
          <w:szCs w:val="22"/>
        </w:rPr>
        <w:t>zawarta w dniu ……………..r. w Krakowie, pomiędzy:</w:t>
      </w:r>
    </w:p>
    <w:p w:rsidR="0085034C" w:rsidRPr="00C831C2" w:rsidRDefault="0085034C" w:rsidP="0085034C">
      <w:pPr>
        <w:pStyle w:val="Tekstpodstawowy"/>
        <w:spacing w:line="276" w:lineRule="auto"/>
        <w:rPr>
          <w:sz w:val="22"/>
          <w:szCs w:val="22"/>
        </w:rPr>
      </w:pPr>
    </w:p>
    <w:p w:rsidR="0085034C" w:rsidRPr="00C831C2" w:rsidRDefault="0085034C" w:rsidP="0085034C">
      <w:pPr>
        <w:spacing w:line="276" w:lineRule="auto"/>
        <w:rPr>
          <w:rFonts w:eastAsia="GungsuhChe"/>
          <w:iCs/>
          <w:sz w:val="22"/>
        </w:rPr>
      </w:pPr>
      <w:r w:rsidRPr="00C831C2">
        <w:rPr>
          <w:rFonts w:eastAsia="GungsuhChe"/>
          <w:b/>
          <w:bCs/>
          <w:iCs/>
          <w:sz w:val="22"/>
        </w:rPr>
        <w:t>Regionalną Dyrekcją Ochrony Środowiska w Krakowie</w:t>
      </w:r>
    </w:p>
    <w:p w:rsidR="0085034C" w:rsidRPr="00C831C2" w:rsidRDefault="00292D52" w:rsidP="0085034C">
      <w:pPr>
        <w:spacing w:line="276" w:lineRule="auto"/>
        <w:rPr>
          <w:rFonts w:eastAsia="GungsuhChe"/>
          <w:iCs/>
          <w:sz w:val="22"/>
        </w:rPr>
      </w:pPr>
      <w:r w:rsidRPr="00292D52">
        <w:rPr>
          <w:rFonts w:eastAsia="GungsuhChe"/>
          <w:iCs/>
          <w:sz w:val="22"/>
        </w:rPr>
        <w:t>ul. Mogilsk</w:t>
      </w:r>
      <w:r>
        <w:rPr>
          <w:rFonts w:eastAsia="GungsuhChe"/>
          <w:iCs/>
          <w:sz w:val="22"/>
        </w:rPr>
        <w:t>a</w:t>
      </w:r>
      <w:r w:rsidRPr="00292D52">
        <w:rPr>
          <w:rFonts w:eastAsia="GungsuhChe"/>
          <w:iCs/>
          <w:sz w:val="22"/>
        </w:rPr>
        <w:t xml:space="preserve"> 25, 31-542 Kraków</w:t>
      </w:r>
      <w:r>
        <w:rPr>
          <w:rFonts w:eastAsia="GungsuhChe"/>
          <w:iCs/>
          <w:sz w:val="22"/>
        </w:rPr>
        <w:t>,</w:t>
      </w:r>
    </w:p>
    <w:p w:rsidR="0085034C" w:rsidRPr="00C831C2" w:rsidRDefault="0085034C" w:rsidP="0085034C">
      <w:pPr>
        <w:spacing w:line="276" w:lineRule="auto"/>
        <w:rPr>
          <w:rFonts w:eastAsia="GungsuhChe"/>
          <w:sz w:val="22"/>
        </w:rPr>
      </w:pPr>
      <w:r w:rsidRPr="00C831C2">
        <w:rPr>
          <w:sz w:val="22"/>
          <w:szCs w:val="22"/>
        </w:rPr>
        <w:t xml:space="preserve">NIP: </w:t>
      </w:r>
      <w:r w:rsidRPr="00C831C2">
        <w:rPr>
          <w:rFonts w:eastAsia="GungsuhChe"/>
          <w:iCs/>
          <w:sz w:val="22"/>
        </w:rPr>
        <w:t>676 23 87 006</w:t>
      </w:r>
      <w:r w:rsidRPr="00C831C2">
        <w:rPr>
          <w:sz w:val="22"/>
          <w:szCs w:val="22"/>
        </w:rPr>
        <w:t xml:space="preserve">, Regon: </w:t>
      </w:r>
      <w:r w:rsidRPr="00C831C2">
        <w:rPr>
          <w:rFonts w:eastAsia="GungsuhChe"/>
          <w:sz w:val="22"/>
        </w:rPr>
        <w:t>120803536,</w:t>
      </w:r>
    </w:p>
    <w:p w:rsidR="0085034C" w:rsidRPr="00C831C2" w:rsidRDefault="0085034C" w:rsidP="0085034C">
      <w:pPr>
        <w:spacing w:line="276" w:lineRule="auto"/>
        <w:rPr>
          <w:rFonts w:eastAsia="GungsuhChe"/>
          <w:sz w:val="22"/>
        </w:rPr>
      </w:pPr>
      <w:r w:rsidRPr="00C831C2">
        <w:rPr>
          <w:rFonts w:eastAsia="GungsuhChe"/>
          <w:sz w:val="22"/>
        </w:rPr>
        <w:t>reprezentowaną przez:</w:t>
      </w:r>
    </w:p>
    <w:p w:rsidR="0085034C" w:rsidRPr="00C831C2" w:rsidRDefault="0085034C" w:rsidP="0085034C">
      <w:pPr>
        <w:spacing w:line="276" w:lineRule="auto"/>
        <w:rPr>
          <w:rFonts w:eastAsia="GungsuhChe"/>
          <w:iCs/>
          <w:sz w:val="22"/>
        </w:rPr>
      </w:pPr>
      <w:r w:rsidRPr="00C831C2">
        <w:rPr>
          <w:rFonts w:eastAsia="GungsuhChe"/>
          <w:iCs/>
          <w:sz w:val="22"/>
        </w:rPr>
        <w:t xml:space="preserve">Regionalnego Dyrektora Ochrony Środowiska w Krakowie – Pana </w:t>
      </w:r>
      <w:r w:rsidR="004F5418" w:rsidRPr="00C831C2">
        <w:rPr>
          <w:rStyle w:val="Pogrubienie"/>
          <w:b w:val="0"/>
          <w:sz w:val="22"/>
          <w:szCs w:val="21"/>
          <w:shd w:val="clear" w:color="auto" w:fill="FFFFFF"/>
        </w:rPr>
        <w:t>Rafała Rosteckiego</w:t>
      </w:r>
    </w:p>
    <w:p w:rsidR="0085034C" w:rsidRPr="00C831C2" w:rsidRDefault="0085034C" w:rsidP="0085034C">
      <w:pPr>
        <w:pStyle w:val="Tekstpodstawowy"/>
        <w:spacing w:line="276" w:lineRule="auto"/>
        <w:rPr>
          <w:sz w:val="22"/>
          <w:szCs w:val="22"/>
        </w:rPr>
      </w:pPr>
      <w:r w:rsidRPr="00C831C2">
        <w:rPr>
          <w:rFonts w:eastAsia="GungsuhChe"/>
          <w:iCs/>
          <w:sz w:val="22"/>
        </w:rPr>
        <w:tab/>
      </w:r>
      <w:r w:rsidRPr="00C831C2">
        <w:rPr>
          <w:rFonts w:eastAsia="GungsuhChe"/>
          <w:iCs/>
          <w:sz w:val="22"/>
        </w:rPr>
        <w:tab/>
      </w:r>
      <w:r w:rsidRPr="00C831C2">
        <w:rPr>
          <w:rFonts w:eastAsia="GungsuhChe"/>
          <w:iCs/>
          <w:sz w:val="22"/>
        </w:rPr>
        <w:tab/>
      </w:r>
    </w:p>
    <w:p w:rsidR="0085034C" w:rsidRPr="00C831C2" w:rsidRDefault="0085034C" w:rsidP="0085034C">
      <w:pPr>
        <w:spacing w:line="276" w:lineRule="auto"/>
        <w:jc w:val="both"/>
        <w:rPr>
          <w:b/>
          <w:bCs/>
          <w:sz w:val="22"/>
          <w:szCs w:val="22"/>
        </w:rPr>
      </w:pPr>
      <w:r w:rsidRPr="00C831C2">
        <w:rPr>
          <w:sz w:val="22"/>
          <w:szCs w:val="22"/>
        </w:rPr>
        <w:t xml:space="preserve">zwanym w dalszej części Umowy: </w:t>
      </w:r>
      <w:r w:rsidRPr="00C831C2">
        <w:rPr>
          <w:b/>
          <w:sz w:val="22"/>
          <w:szCs w:val="22"/>
        </w:rPr>
        <w:t>Zamawiającym</w:t>
      </w:r>
      <w:r w:rsidRPr="00C831C2">
        <w:rPr>
          <w:b/>
          <w:bCs/>
          <w:sz w:val="22"/>
          <w:szCs w:val="22"/>
        </w:rPr>
        <w:t xml:space="preserve"> </w:t>
      </w:r>
    </w:p>
    <w:p w:rsidR="0085034C" w:rsidRPr="00C831C2" w:rsidRDefault="0085034C" w:rsidP="0085034C">
      <w:pPr>
        <w:tabs>
          <w:tab w:val="num" w:pos="851"/>
        </w:tabs>
        <w:spacing w:line="276" w:lineRule="auto"/>
        <w:ind w:right="-61"/>
        <w:jc w:val="both"/>
        <w:rPr>
          <w:sz w:val="22"/>
          <w:szCs w:val="22"/>
        </w:rPr>
      </w:pPr>
    </w:p>
    <w:p w:rsidR="0085034C" w:rsidRPr="00C831C2" w:rsidRDefault="0085034C" w:rsidP="0085034C">
      <w:pPr>
        <w:spacing w:line="276" w:lineRule="auto"/>
        <w:ind w:right="-61"/>
        <w:rPr>
          <w:sz w:val="22"/>
          <w:szCs w:val="22"/>
        </w:rPr>
      </w:pPr>
      <w:r w:rsidRPr="00C831C2">
        <w:rPr>
          <w:sz w:val="22"/>
          <w:szCs w:val="22"/>
        </w:rPr>
        <w:t>a</w:t>
      </w:r>
    </w:p>
    <w:p w:rsidR="0085034C" w:rsidRPr="00C831C2" w:rsidRDefault="0085034C" w:rsidP="0085034C">
      <w:pPr>
        <w:spacing w:line="276" w:lineRule="auto"/>
        <w:ind w:right="-61"/>
        <w:rPr>
          <w:sz w:val="22"/>
          <w:szCs w:val="22"/>
        </w:rPr>
      </w:pPr>
      <w:r w:rsidRPr="00C831C2">
        <w:rPr>
          <w:sz w:val="22"/>
          <w:szCs w:val="22"/>
        </w:rPr>
        <w:t xml:space="preserve"> </w:t>
      </w:r>
    </w:p>
    <w:p w:rsidR="0085034C" w:rsidRPr="00C831C2" w:rsidRDefault="0085034C" w:rsidP="0085034C">
      <w:pPr>
        <w:spacing w:line="276" w:lineRule="auto"/>
        <w:ind w:right="-61"/>
        <w:rPr>
          <w:b/>
          <w:sz w:val="22"/>
          <w:szCs w:val="22"/>
        </w:rPr>
      </w:pPr>
      <w:r w:rsidRPr="00C831C2">
        <w:rPr>
          <w:b/>
          <w:sz w:val="22"/>
          <w:szCs w:val="22"/>
        </w:rPr>
        <w:t>…………………………………….</w:t>
      </w:r>
    </w:p>
    <w:p w:rsidR="0085034C" w:rsidRPr="00C831C2" w:rsidRDefault="0085034C" w:rsidP="0085034C">
      <w:pPr>
        <w:pStyle w:val="Tekstpodstawowywcity3"/>
        <w:spacing w:after="0" w:line="276" w:lineRule="auto"/>
        <w:ind w:left="0" w:right="-61"/>
        <w:rPr>
          <w:sz w:val="22"/>
          <w:szCs w:val="22"/>
        </w:rPr>
      </w:pPr>
      <w:r w:rsidRPr="00C831C2">
        <w:rPr>
          <w:sz w:val="22"/>
          <w:szCs w:val="22"/>
        </w:rPr>
        <w:t>ul. ………………….., …………………….,</w:t>
      </w:r>
    </w:p>
    <w:p w:rsidR="0085034C" w:rsidRPr="00C831C2" w:rsidRDefault="0085034C" w:rsidP="0085034C">
      <w:pPr>
        <w:pStyle w:val="Tekstpodstawowywcity3"/>
        <w:spacing w:after="0" w:line="276" w:lineRule="auto"/>
        <w:ind w:left="0" w:right="-61"/>
        <w:rPr>
          <w:sz w:val="22"/>
          <w:szCs w:val="22"/>
        </w:rPr>
      </w:pPr>
      <w:r w:rsidRPr="00C831C2">
        <w:rPr>
          <w:sz w:val="22"/>
          <w:szCs w:val="22"/>
        </w:rPr>
        <w:t>NIP: ………………., Regon: ………………..</w:t>
      </w:r>
    </w:p>
    <w:p w:rsidR="0085034C" w:rsidRPr="00C831C2" w:rsidRDefault="0085034C" w:rsidP="0085034C">
      <w:pPr>
        <w:pStyle w:val="Tekstpodstawowywcity3"/>
        <w:spacing w:after="0" w:line="276" w:lineRule="auto"/>
        <w:ind w:left="0" w:right="-61"/>
        <w:rPr>
          <w:sz w:val="22"/>
          <w:szCs w:val="22"/>
        </w:rPr>
      </w:pPr>
      <w:r w:rsidRPr="00C831C2">
        <w:rPr>
          <w:sz w:val="22"/>
          <w:szCs w:val="22"/>
        </w:rPr>
        <w:t>wpisaną do rejestru ……………….  prowadzonego przez …………………………. pod numerem KRS: …………………</w:t>
      </w:r>
    </w:p>
    <w:p w:rsidR="0085034C" w:rsidRPr="00C831C2" w:rsidRDefault="0085034C" w:rsidP="0085034C">
      <w:pPr>
        <w:pStyle w:val="Tekstpodstawowywcity3"/>
        <w:spacing w:after="0" w:line="276" w:lineRule="auto"/>
        <w:ind w:left="0" w:right="-61"/>
        <w:rPr>
          <w:sz w:val="22"/>
          <w:szCs w:val="22"/>
        </w:rPr>
      </w:pPr>
      <w:r w:rsidRPr="00C831C2">
        <w:rPr>
          <w:sz w:val="22"/>
          <w:szCs w:val="22"/>
        </w:rPr>
        <w:t>reprezentowany przez:</w:t>
      </w:r>
    </w:p>
    <w:p w:rsidR="0085034C" w:rsidRPr="00C831C2" w:rsidRDefault="0085034C" w:rsidP="0085034C">
      <w:pPr>
        <w:pStyle w:val="Tekstpodstawowywcity3"/>
        <w:spacing w:after="0" w:line="276" w:lineRule="auto"/>
        <w:ind w:left="0" w:right="-61"/>
        <w:rPr>
          <w:sz w:val="22"/>
          <w:szCs w:val="22"/>
        </w:rPr>
      </w:pPr>
      <w:r w:rsidRPr="00C831C2">
        <w:rPr>
          <w:sz w:val="22"/>
          <w:szCs w:val="22"/>
        </w:rPr>
        <w:t xml:space="preserve">…………………………..  </w:t>
      </w:r>
    </w:p>
    <w:p w:rsidR="0085034C" w:rsidRPr="00C831C2" w:rsidRDefault="0085034C" w:rsidP="0085034C">
      <w:pPr>
        <w:tabs>
          <w:tab w:val="num" w:pos="851"/>
        </w:tabs>
        <w:spacing w:line="276" w:lineRule="auto"/>
        <w:ind w:right="-61"/>
        <w:jc w:val="both"/>
        <w:rPr>
          <w:sz w:val="22"/>
          <w:szCs w:val="22"/>
        </w:rPr>
      </w:pPr>
    </w:p>
    <w:p w:rsidR="0085034C" w:rsidRPr="00C831C2" w:rsidRDefault="0085034C" w:rsidP="0085034C">
      <w:pPr>
        <w:tabs>
          <w:tab w:val="num" w:pos="851"/>
        </w:tabs>
        <w:spacing w:line="276" w:lineRule="auto"/>
        <w:ind w:right="-61"/>
        <w:jc w:val="both"/>
        <w:rPr>
          <w:sz w:val="22"/>
          <w:szCs w:val="22"/>
        </w:rPr>
      </w:pPr>
      <w:r w:rsidRPr="00C831C2">
        <w:rPr>
          <w:sz w:val="22"/>
          <w:szCs w:val="22"/>
        </w:rPr>
        <w:t xml:space="preserve">zwanym w dalszej części Umowy: </w:t>
      </w:r>
      <w:r w:rsidRPr="00C831C2">
        <w:rPr>
          <w:b/>
          <w:sz w:val="22"/>
          <w:szCs w:val="22"/>
        </w:rPr>
        <w:t>Wykonawcą</w:t>
      </w:r>
    </w:p>
    <w:p w:rsidR="0085034C" w:rsidRPr="00C831C2" w:rsidRDefault="0085034C" w:rsidP="0085034C">
      <w:pPr>
        <w:tabs>
          <w:tab w:val="num" w:pos="2505"/>
        </w:tabs>
        <w:autoSpaceDE w:val="0"/>
        <w:autoSpaceDN w:val="0"/>
        <w:spacing w:line="276" w:lineRule="auto"/>
        <w:ind w:right="-61"/>
        <w:jc w:val="both"/>
        <w:rPr>
          <w:sz w:val="22"/>
          <w:szCs w:val="22"/>
        </w:rPr>
      </w:pPr>
    </w:p>
    <w:p w:rsidR="0085034C" w:rsidRPr="00C831C2" w:rsidRDefault="0085034C" w:rsidP="0085034C">
      <w:pPr>
        <w:spacing w:line="276" w:lineRule="auto"/>
        <w:jc w:val="both"/>
        <w:rPr>
          <w:sz w:val="22"/>
          <w:szCs w:val="22"/>
        </w:rPr>
      </w:pPr>
      <w:r w:rsidRPr="00C831C2">
        <w:rPr>
          <w:sz w:val="22"/>
          <w:szCs w:val="22"/>
        </w:rPr>
        <w:t xml:space="preserve">o treści następującej: </w:t>
      </w:r>
    </w:p>
    <w:p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</w:rPr>
      </w:pPr>
    </w:p>
    <w:p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</w:rPr>
      </w:pPr>
      <w:r w:rsidRPr="00C831C2">
        <w:rPr>
          <w:b/>
          <w:sz w:val="22"/>
          <w:szCs w:val="22"/>
        </w:rPr>
        <w:t>§ 1</w:t>
      </w:r>
    </w:p>
    <w:p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C831C2">
        <w:rPr>
          <w:b/>
          <w:sz w:val="22"/>
          <w:szCs w:val="22"/>
          <w:u w:val="single"/>
        </w:rPr>
        <w:t>PRZEDMIOT UMOWY</w:t>
      </w:r>
    </w:p>
    <w:p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  <w:u w:val="single"/>
        </w:rPr>
      </w:pPr>
    </w:p>
    <w:p w:rsidR="0085034C" w:rsidRPr="00C831C2" w:rsidRDefault="0085034C" w:rsidP="00757851">
      <w:pPr>
        <w:pStyle w:val="Normalny1"/>
        <w:numPr>
          <w:ilvl w:val="0"/>
          <w:numId w:val="1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</w:rPr>
      </w:pPr>
      <w:r w:rsidRPr="00C831C2">
        <w:rPr>
          <w:rFonts w:ascii="Times New Roman" w:hAnsi="Times New Roman"/>
        </w:rPr>
        <w:t>W oparciu o dokonany wybór oferty Wykonawcy w przeprowadzonym na podstawie ustawy z dnia 29 stycznia 2004 r. Prawo zamówień publicznych (</w:t>
      </w:r>
      <w:r w:rsidR="00C108ED" w:rsidRPr="00C108ED">
        <w:rPr>
          <w:rFonts w:ascii="Times New Roman" w:hAnsi="Times New Roman"/>
          <w:szCs w:val="20"/>
          <w:lang w:eastAsia="ar-SA"/>
        </w:rPr>
        <w:t>t.j. Dz. U. z 2019 r. poz. 1843</w:t>
      </w:r>
      <w:r w:rsidR="004F5418" w:rsidRPr="00C831C2">
        <w:rPr>
          <w:rFonts w:ascii="Times New Roman" w:hAnsi="Times New Roman"/>
        </w:rPr>
        <w:t xml:space="preserve">) </w:t>
      </w:r>
      <w:r w:rsidR="00C108ED">
        <w:rPr>
          <w:rFonts w:ascii="Times New Roman" w:hAnsi="Times New Roman"/>
        </w:rPr>
        <w:t xml:space="preserve">– </w:t>
      </w:r>
      <w:r w:rsidR="004F5418" w:rsidRPr="00C831C2">
        <w:rPr>
          <w:rFonts w:ascii="Times New Roman" w:hAnsi="Times New Roman"/>
        </w:rPr>
        <w:t>zwanej dalej „ustawą pzp”</w:t>
      </w:r>
      <w:r w:rsidRPr="00C831C2">
        <w:rPr>
          <w:rFonts w:ascii="Times New Roman" w:hAnsi="Times New Roman"/>
        </w:rPr>
        <w:t xml:space="preserve">, postępowaniu o udzielenie zamówienia publicznego (nr sprawy: </w:t>
      </w:r>
      <w:r w:rsidR="00C108ED" w:rsidRPr="00C108ED">
        <w:rPr>
          <w:rFonts w:ascii="Times New Roman" w:hAnsi="Times New Roman"/>
        </w:rPr>
        <w:t>CH.082.69.</w:t>
      </w:r>
      <w:r w:rsidR="007E4FD1">
        <w:rPr>
          <w:rFonts w:ascii="Times New Roman" w:hAnsi="Times New Roman"/>
        </w:rPr>
        <w:t>1.</w:t>
      </w:r>
      <w:r w:rsidR="00C108ED" w:rsidRPr="00C108ED">
        <w:rPr>
          <w:rFonts w:ascii="Times New Roman" w:hAnsi="Times New Roman"/>
        </w:rPr>
        <w:t>2019.AT</w:t>
      </w:r>
      <w:r w:rsidRPr="00C831C2">
        <w:rPr>
          <w:rFonts w:ascii="Times New Roman" w:hAnsi="Times New Roman"/>
        </w:rPr>
        <w:t>) Zamawiający zleca, a Wykonawca przy</w:t>
      </w:r>
      <w:r w:rsidR="003036C8" w:rsidRPr="00C831C2">
        <w:rPr>
          <w:rFonts w:ascii="Times New Roman" w:hAnsi="Times New Roman"/>
        </w:rPr>
        <w:t xml:space="preserve">jmuje do </w:t>
      </w:r>
      <w:r w:rsidRPr="00C831C2">
        <w:rPr>
          <w:rFonts w:ascii="Times New Roman" w:hAnsi="Times New Roman"/>
        </w:rPr>
        <w:t>wykon</w:t>
      </w:r>
      <w:r w:rsidR="004F5418" w:rsidRPr="00C831C2">
        <w:rPr>
          <w:rFonts w:ascii="Times New Roman" w:hAnsi="Times New Roman"/>
        </w:rPr>
        <w:t>ywania</w:t>
      </w:r>
      <w:r w:rsidRPr="00C831C2">
        <w:rPr>
          <w:rFonts w:ascii="Times New Roman" w:hAnsi="Times New Roman"/>
        </w:rPr>
        <w:t xml:space="preserve"> </w:t>
      </w:r>
      <w:r w:rsidR="003036C8" w:rsidRPr="00C831C2">
        <w:rPr>
          <w:rFonts w:ascii="Times New Roman" w:hAnsi="Times New Roman"/>
          <w:bCs/>
          <w:szCs w:val="20"/>
        </w:rPr>
        <w:t xml:space="preserve">świadczenie usług </w:t>
      </w:r>
      <w:r w:rsidR="003048CC">
        <w:rPr>
          <w:rFonts w:ascii="Times New Roman" w:hAnsi="Times New Roman"/>
          <w:bCs/>
          <w:szCs w:val="20"/>
        </w:rPr>
        <w:t xml:space="preserve">polegających na </w:t>
      </w:r>
      <w:r w:rsidR="001F0D73" w:rsidRPr="001F0D73">
        <w:rPr>
          <w:rFonts w:ascii="Times New Roman" w:hAnsi="Times New Roman"/>
          <w:lang w:eastAsia="ar-SA"/>
        </w:rPr>
        <w:t xml:space="preserve">organizacji </w:t>
      </w:r>
      <w:r w:rsidR="00C108ED" w:rsidRPr="00C108ED">
        <w:rPr>
          <w:rFonts w:ascii="Times New Roman" w:hAnsi="Times New Roman"/>
          <w:lang w:eastAsia="ar-SA"/>
        </w:rPr>
        <w:t xml:space="preserve">spotkań na potrzeby części „kserotermicznej” projektu nr </w:t>
      </w:r>
      <w:r w:rsidR="00C108ED" w:rsidRPr="00C108ED">
        <w:rPr>
          <w:rFonts w:ascii="Times New Roman" w:hAnsi="Times New Roman"/>
          <w:bCs/>
          <w:lang w:eastAsia="ar-SA"/>
        </w:rPr>
        <w:t>POIS.02.04.00-00-0180/16</w:t>
      </w:r>
      <w:r w:rsidR="00C108ED" w:rsidRPr="00C108ED">
        <w:rPr>
          <w:rFonts w:ascii="Times New Roman" w:hAnsi="Times New Roman"/>
          <w:lang w:eastAsia="ar-SA"/>
        </w:rPr>
        <w:t xml:space="preserve"> pn.: </w:t>
      </w:r>
      <w:r w:rsidR="00C108ED" w:rsidRPr="00C108ED">
        <w:rPr>
          <w:rFonts w:ascii="Times New Roman" w:hAnsi="Times New Roman"/>
          <w:bCs/>
          <w:lang w:eastAsia="ar-SA"/>
        </w:rPr>
        <w:t>„Ochrona zagrożonych gatunków i siedlisk chronionych w ramach sieci Natura 2000 w Małopolsce” realizowanego przez Regionalną Dyrekcję Ochrony Środowiska w Krakowie w ramach działania 2.4. oś priorytetowa II Programu Operacyjnego Infrastruktura i Środowisko 2014 – 2020</w:t>
      </w:r>
      <w:r w:rsidR="00AD6FA7">
        <w:rPr>
          <w:rFonts w:ascii="Times New Roman" w:hAnsi="Times New Roman"/>
        </w:rPr>
        <w:t xml:space="preserve">, </w:t>
      </w:r>
      <w:r w:rsidR="00C108ED">
        <w:rPr>
          <w:rFonts w:ascii="Times New Roman" w:hAnsi="Times New Roman"/>
        </w:rPr>
        <w:t>w zakresie</w:t>
      </w:r>
      <w:r w:rsidR="00AD6FA7">
        <w:rPr>
          <w:rFonts w:ascii="Times New Roman" w:hAnsi="Times New Roman"/>
        </w:rPr>
        <w:t xml:space="preserve"> części zamówienia nr ……..</w:t>
      </w:r>
      <w:r w:rsidRPr="00C831C2">
        <w:rPr>
          <w:rFonts w:ascii="Times New Roman" w:hAnsi="Times New Roman"/>
        </w:rPr>
        <w:t>.</w:t>
      </w:r>
    </w:p>
    <w:p w:rsidR="00AD6FA7" w:rsidRPr="00AD6FA7" w:rsidRDefault="004F5418" w:rsidP="0023453F">
      <w:pPr>
        <w:pStyle w:val="Tekstpodstawowywcity"/>
        <w:widowControl w:val="0"/>
        <w:numPr>
          <w:ilvl w:val="0"/>
          <w:numId w:val="1"/>
        </w:numPr>
        <w:tabs>
          <w:tab w:val="clear" w:pos="720"/>
          <w:tab w:val="left" w:pos="426"/>
        </w:tabs>
        <w:autoSpaceDE w:val="0"/>
        <w:autoSpaceDN w:val="0"/>
        <w:spacing w:after="0" w:line="276" w:lineRule="auto"/>
        <w:ind w:left="426" w:hanging="426"/>
        <w:jc w:val="both"/>
        <w:rPr>
          <w:bCs/>
          <w:sz w:val="22"/>
        </w:rPr>
      </w:pPr>
      <w:r w:rsidRPr="00C831C2">
        <w:rPr>
          <w:sz w:val="22"/>
        </w:rPr>
        <w:t xml:space="preserve">W ramach </w:t>
      </w:r>
      <w:r w:rsidR="00757851" w:rsidRPr="00C831C2">
        <w:rPr>
          <w:sz w:val="22"/>
        </w:rPr>
        <w:t>usług</w:t>
      </w:r>
      <w:r w:rsidRPr="00C831C2">
        <w:rPr>
          <w:sz w:val="22"/>
        </w:rPr>
        <w:t>, o któ</w:t>
      </w:r>
      <w:r w:rsidR="00B600EB" w:rsidRPr="00C831C2">
        <w:rPr>
          <w:sz w:val="22"/>
        </w:rPr>
        <w:t>rych</w:t>
      </w:r>
      <w:r w:rsidRPr="00C831C2">
        <w:rPr>
          <w:sz w:val="22"/>
        </w:rPr>
        <w:t xml:space="preserve"> mowa w ust. </w:t>
      </w:r>
      <w:r w:rsidR="00AD6FA7">
        <w:rPr>
          <w:sz w:val="22"/>
        </w:rPr>
        <w:t>1, Wykonawca zobowiązany będzie:</w:t>
      </w:r>
    </w:p>
    <w:p w:rsidR="00AD6FA7" w:rsidRPr="00C30EA6" w:rsidRDefault="00AD6FA7" w:rsidP="00AD6FA7">
      <w:pPr>
        <w:pStyle w:val="Tekstpodstawowywcity"/>
        <w:widowControl w:val="0"/>
        <w:numPr>
          <w:ilvl w:val="0"/>
          <w:numId w:val="45"/>
        </w:numPr>
        <w:autoSpaceDE w:val="0"/>
        <w:autoSpaceDN w:val="0"/>
        <w:spacing w:after="0" w:line="276" w:lineRule="auto"/>
        <w:ind w:left="850" w:hanging="425"/>
        <w:jc w:val="both"/>
        <w:rPr>
          <w:sz w:val="22"/>
          <w:szCs w:val="22"/>
        </w:rPr>
      </w:pPr>
      <w:r w:rsidRPr="00C30EA6">
        <w:rPr>
          <w:sz w:val="22"/>
          <w:szCs w:val="22"/>
        </w:rPr>
        <w:t>części zamówienia nr 1 –</w:t>
      </w:r>
      <w:r>
        <w:rPr>
          <w:sz w:val="22"/>
          <w:szCs w:val="22"/>
        </w:rPr>
        <w:t xml:space="preserve"> </w:t>
      </w:r>
      <w:r w:rsidR="00C108ED" w:rsidRPr="00C108ED">
        <w:rPr>
          <w:sz w:val="22"/>
          <w:szCs w:val="22"/>
        </w:rPr>
        <w:t xml:space="preserve">do wykonania usługi cateringu i transportu podczas 4 zajęć terenowych dla maksymalnie 35 osób. Miejsca realizacji zajęć – obszary Natura 2000 na Wyżynie Miechowskiej oraz Doliny Prądnika (Ojcowski Park Narodowy), objęte działaniami ochrony czynnej w ramach ww. projektu, tj. wypas owiec, wycinka i karczowanie drzew i </w:t>
      </w:r>
      <w:r w:rsidR="00C108ED" w:rsidRPr="00C108ED">
        <w:rPr>
          <w:sz w:val="22"/>
          <w:szCs w:val="22"/>
        </w:rPr>
        <w:lastRenderedPageBreak/>
        <w:t>krzewów, itd.</w:t>
      </w:r>
      <w:r w:rsidRPr="00C30EA6">
        <w:rPr>
          <w:sz w:val="22"/>
          <w:szCs w:val="22"/>
        </w:rPr>
        <w:t>;</w:t>
      </w:r>
    </w:p>
    <w:p w:rsidR="00AD6FA7" w:rsidRPr="00C108ED" w:rsidRDefault="00AD6FA7" w:rsidP="00C108ED">
      <w:pPr>
        <w:pStyle w:val="Tekstpodstawowywcity"/>
        <w:widowControl w:val="0"/>
        <w:numPr>
          <w:ilvl w:val="0"/>
          <w:numId w:val="45"/>
        </w:numPr>
        <w:autoSpaceDE w:val="0"/>
        <w:autoSpaceDN w:val="0"/>
        <w:spacing w:after="0" w:line="276" w:lineRule="auto"/>
        <w:ind w:left="850" w:hanging="425"/>
        <w:jc w:val="both"/>
        <w:rPr>
          <w:sz w:val="22"/>
          <w:szCs w:val="22"/>
        </w:rPr>
      </w:pPr>
      <w:r w:rsidRPr="00C30EA6">
        <w:rPr>
          <w:sz w:val="22"/>
          <w:szCs w:val="22"/>
        </w:rPr>
        <w:t>części zamówienia nr 2 –</w:t>
      </w:r>
      <w:r>
        <w:rPr>
          <w:sz w:val="22"/>
          <w:szCs w:val="22"/>
        </w:rPr>
        <w:t xml:space="preserve"> </w:t>
      </w:r>
      <w:r w:rsidR="00C108ED" w:rsidRPr="00C108ED">
        <w:rPr>
          <w:sz w:val="22"/>
          <w:szCs w:val="22"/>
        </w:rPr>
        <w:t>do organizacji 20 jednodniowych spotkań dla maksymalnie 40 osób, na terenie powiatów miechowskiego i krakowskiego. W ramach tej części zamówienia, Wykonawca zapewnieni salę na terenie powiatu miechowskiego (15 spotkań), będzie świadczył usługę cateringu na terenie powiatu miechowskiego i krakowskiego (20 spotkań), oraz świadczył dwustronny transport (5 spotkań), w tym: 3 wyjazdy w obrębie powiatu miechowskiego – odległość ok. 30 km (w jedną stronę) oraz 2 wyjazdy do gospodarstw – odległość ok. 130 km (w jedną stronę)</w:t>
      </w:r>
      <w:r w:rsidR="00E55229" w:rsidRPr="00C108ED">
        <w:rPr>
          <w:sz w:val="22"/>
          <w:szCs w:val="22"/>
        </w:rPr>
        <w:t>.</w:t>
      </w:r>
    </w:p>
    <w:p w:rsidR="0023453F" w:rsidRPr="001F0D73" w:rsidRDefault="0023453F" w:rsidP="00AD6FA7">
      <w:pPr>
        <w:pStyle w:val="Tekstpodstawowywcity"/>
        <w:widowControl w:val="0"/>
        <w:numPr>
          <w:ilvl w:val="0"/>
          <w:numId w:val="1"/>
        </w:numPr>
        <w:tabs>
          <w:tab w:val="clear" w:pos="720"/>
          <w:tab w:val="left" w:pos="426"/>
        </w:tabs>
        <w:autoSpaceDE w:val="0"/>
        <w:autoSpaceDN w:val="0"/>
        <w:spacing w:after="0" w:line="276" w:lineRule="auto"/>
        <w:ind w:left="426" w:hanging="426"/>
        <w:jc w:val="both"/>
        <w:rPr>
          <w:bCs/>
          <w:sz w:val="22"/>
        </w:rPr>
      </w:pPr>
      <w:r>
        <w:rPr>
          <w:bCs/>
          <w:sz w:val="22"/>
        </w:rPr>
        <w:t xml:space="preserve">Spotkania organizowane będą w miejscach </w:t>
      </w:r>
      <w:r w:rsidRPr="0023453F">
        <w:rPr>
          <w:bCs/>
          <w:sz w:val="22"/>
        </w:rPr>
        <w:t xml:space="preserve">określonych w </w:t>
      </w:r>
      <w:r w:rsidRPr="0023453F">
        <w:rPr>
          <w:sz w:val="22"/>
          <w:szCs w:val="22"/>
        </w:rPr>
        <w:t>Opisie Przedmiotu Zamówienia (Załącznik nr 6 do SIWZ),</w:t>
      </w:r>
      <w:r w:rsidRPr="0023453F">
        <w:rPr>
          <w:i/>
          <w:sz w:val="22"/>
          <w:szCs w:val="22"/>
        </w:rPr>
        <w:t xml:space="preserve"> </w:t>
      </w:r>
      <w:r w:rsidRPr="0023453F">
        <w:rPr>
          <w:sz w:val="22"/>
          <w:szCs w:val="22"/>
        </w:rPr>
        <w:t>stanowiącym Załącznik nr 1 do niniejszej umowy.</w:t>
      </w:r>
    </w:p>
    <w:p w:rsidR="00C36072" w:rsidRPr="00C36072" w:rsidRDefault="00C36072" w:rsidP="00222764">
      <w:pPr>
        <w:pStyle w:val="Normalny1"/>
        <w:numPr>
          <w:ilvl w:val="0"/>
          <w:numId w:val="1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 zakresie usługi cateringu, w ramach wynagrodzenia, o którym mowa w § 6 ust. 1 Umowy, Wykonawca zobowiązuje się zapewnić </w:t>
      </w:r>
      <w:r>
        <w:rPr>
          <w:rFonts w:ascii="Times New Roman" w:hAnsi="Times New Roman"/>
          <w:b/>
          <w:color w:val="000000"/>
        </w:rPr>
        <w:t>…………… produkt(ów) regionalny(ych) w postaci: ………………………………………………………………………………………………………..</w:t>
      </w:r>
      <w:r>
        <w:rPr>
          <w:rStyle w:val="Odwoanieprzypisudolnego"/>
          <w:rFonts w:ascii="Times New Roman" w:hAnsi="Times New Roman"/>
          <w:b/>
          <w:color w:val="000000"/>
        </w:rPr>
        <w:footnoteReference w:id="1"/>
      </w:r>
      <w:r w:rsidR="00426725">
        <w:rPr>
          <w:rFonts w:ascii="Times New Roman" w:hAnsi="Times New Roman"/>
          <w:color w:val="000000"/>
        </w:rPr>
        <w:t xml:space="preserve">, </w:t>
      </w:r>
      <w:r w:rsidR="00426725" w:rsidRPr="00426725">
        <w:rPr>
          <w:rFonts w:ascii="Times New Roman" w:hAnsi="Times New Roman"/>
          <w:color w:val="000000"/>
        </w:rPr>
        <w:t xml:space="preserve">właściwych </w:t>
      </w:r>
      <w:r w:rsidR="0023453F" w:rsidRPr="0023453F">
        <w:rPr>
          <w:rFonts w:ascii="Times New Roman" w:hAnsi="Times New Roman"/>
          <w:color w:val="000000"/>
        </w:rPr>
        <w:t xml:space="preserve">dla powiatów: </w:t>
      </w:r>
      <w:r w:rsidR="00C108ED" w:rsidRPr="00C108ED">
        <w:rPr>
          <w:rFonts w:ascii="Times New Roman" w:hAnsi="Times New Roman"/>
          <w:color w:val="000000"/>
        </w:rPr>
        <w:t>miechowskiego lub krakowskiego</w:t>
      </w:r>
      <w:r w:rsidR="00426725">
        <w:rPr>
          <w:rFonts w:ascii="Times New Roman" w:hAnsi="Times New Roman"/>
          <w:color w:val="000000"/>
        </w:rPr>
        <w:t>.</w:t>
      </w:r>
    </w:p>
    <w:p w:rsidR="0085034C" w:rsidRPr="008F6724" w:rsidRDefault="0085034C" w:rsidP="00222764">
      <w:pPr>
        <w:pStyle w:val="Normalny1"/>
        <w:numPr>
          <w:ilvl w:val="0"/>
          <w:numId w:val="1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  <w:color w:val="000000"/>
        </w:rPr>
      </w:pPr>
      <w:r w:rsidRPr="008F6724">
        <w:rPr>
          <w:rFonts w:ascii="Times New Roman" w:hAnsi="Times New Roman"/>
        </w:rPr>
        <w:t>Szczegółowy opis przedmiotu umowy</w:t>
      </w:r>
      <w:r w:rsidR="00AC1756" w:rsidRPr="008F6724">
        <w:rPr>
          <w:rFonts w:ascii="Times New Roman" w:hAnsi="Times New Roman"/>
        </w:rPr>
        <w:t>, w tym zakres obowiązków Wykonawcy</w:t>
      </w:r>
      <w:r w:rsidR="001F0D73" w:rsidRPr="008F6724">
        <w:rPr>
          <w:rFonts w:ascii="Times New Roman" w:hAnsi="Times New Roman"/>
        </w:rPr>
        <w:t xml:space="preserve"> oraz opis obsługi cateringowej</w:t>
      </w:r>
      <w:r w:rsidR="00AC1756" w:rsidRPr="008F6724">
        <w:rPr>
          <w:rFonts w:ascii="Times New Roman" w:hAnsi="Times New Roman"/>
        </w:rPr>
        <w:t>,</w:t>
      </w:r>
      <w:r w:rsidRPr="008F6724">
        <w:rPr>
          <w:rFonts w:ascii="Times New Roman" w:hAnsi="Times New Roman"/>
        </w:rPr>
        <w:t xml:space="preserve"> został ujęty w </w:t>
      </w:r>
      <w:r w:rsidR="004F5418" w:rsidRPr="008F6724">
        <w:rPr>
          <w:rFonts w:ascii="Times New Roman" w:hAnsi="Times New Roman"/>
          <w:b/>
        </w:rPr>
        <w:t>Opisie Przedmiotu Z</w:t>
      </w:r>
      <w:r w:rsidRPr="008F6724">
        <w:rPr>
          <w:rFonts w:ascii="Times New Roman" w:hAnsi="Times New Roman"/>
          <w:b/>
        </w:rPr>
        <w:t xml:space="preserve">amówienia (Załącznik nr </w:t>
      </w:r>
      <w:r w:rsidR="00BD755F">
        <w:rPr>
          <w:rFonts w:ascii="Times New Roman" w:hAnsi="Times New Roman"/>
          <w:b/>
        </w:rPr>
        <w:t>6</w:t>
      </w:r>
      <w:r w:rsidR="001F0D73" w:rsidRPr="008F6724">
        <w:rPr>
          <w:rFonts w:ascii="Times New Roman" w:hAnsi="Times New Roman"/>
          <w:b/>
        </w:rPr>
        <w:t xml:space="preserve"> </w:t>
      </w:r>
      <w:r w:rsidRPr="008F6724">
        <w:rPr>
          <w:rFonts w:ascii="Times New Roman" w:hAnsi="Times New Roman"/>
          <w:b/>
        </w:rPr>
        <w:t>do SIWZ)</w:t>
      </w:r>
      <w:r w:rsidR="001F0D73" w:rsidRPr="008F6724">
        <w:rPr>
          <w:rFonts w:ascii="Times New Roman" w:hAnsi="Times New Roman"/>
        </w:rPr>
        <w:t>,</w:t>
      </w:r>
      <w:r w:rsidRPr="008F6724">
        <w:rPr>
          <w:rFonts w:ascii="Times New Roman" w:hAnsi="Times New Roman"/>
          <w:b/>
          <w:i/>
        </w:rPr>
        <w:t xml:space="preserve"> </w:t>
      </w:r>
      <w:r w:rsidRPr="008F6724">
        <w:rPr>
          <w:rFonts w:ascii="Times New Roman" w:hAnsi="Times New Roman"/>
        </w:rPr>
        <w:t xml:space="preserve">stanowiącym </w:t>
      </w:r>
      <w:r w:rsidRPr="008F6724">
        <w:rPr>
          <w:rFonts w:ascii="Times New Roman" w:hAnsi="Times New Roman"/>
          <w:b/>
        </w:rPr>
        <w:t>Załącznik nr 1</w:t>
      </w:r>
      <w:r w:rsidRPr="008F6724">
        <w:rPr>
          <w:rFonts w:ascii="Times New Roman" w:hAnsi="Times New Roman"/>
        </w:rPr>
        <w:t xml:space="preserve"> do niniejszej umowy oraz będącym jej integralną częścią.</w:t>
      </w:r>
    </w:p>
    <w:p w:rsidR="0085034C" w:rsidRPr="008F6724" w:rsidRDefault="0085034C" w:rsidP="00222764">
      <w:pPr>
        <w:pStyle w:val="Normalny1"/>
        <w:numPr>
          <w:ilvl w:val="0"/>
          <w:numId w:val="1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</w:rPr>
      </w:pPr>
      <w:r w:rsidRPr="008F6724">
        <w:rPr>
          <w:rFonts w:ascii="Times New Roman" w:hAnsi="Times New Roman"/>
        </w:rPr>
        <w:t>Wykonawca zobowiązuje się wykonać przedmiot</w:t>
      </w:r>
      <w:r w:rsidR="004F5418" w:rsidRPr="008F6724">
        <w:rPr>
          <w:rFonts w:ascii="Times New Roman" w:hAnsi="Times New Roman"/>
        </w:rPr>
        <w:t xml:space="preserve"> umowy zgodnie ze Specyfikacją Istotnych Warunków Z</w:t>
      </w:r>
      <w:r w:rsidRPr="008F6724">
        <w:rPr>
          <w:rFonts w:ascii="Times New Roman" w:hAnsi="Times New Roman"/>
        </w:rPr>
        <w:t>amówienia (dalej: SIWZ) i złożoną ofertą,</w:t>
      </w:r>
      <w:r w:rsidR="001E02A1">
        <w:rPr>
          <w:rFonts w:ascii="Times New Roman" w:hAnsi="Times New Roman"/>
        </w:rPr>
        <w:t xml:space="preserve"> które łącznie stanowią </w:t>
      </w:r>
      <w:r w:rsidR="001E02A1" w:rsidRPr="001E02A1">
        <w:rPr>
          <w:rFonts w:ascii="Times New Roman" w:hAnsi="Times New Roman"/>
          <w:b/>
        </w:rPr>
        <w:t xml:space="preserve">Załącznik nr 2 </w:t>
      </w:r>
      <w:r w:rsidR="001E02A1" w:rsidRPr="001E02A1">
        <w:rPr>
          <w:rFonts w:ascii="Times New Roman" w:hAnsi="Times New Roman"/>
        </w:rPr>
        <w:t>do niniejszej umowy</w:t>
      </w:r>
      <w:r w:rsidR="001E02A1">
        <w:rPr>
          <w:rFonts w:ascii="Times New Roman" w:hAnsi="Times New Roman"/>
        </w:rPr>
        <w:t>,</w:t>
      </w:r>
      <w:r w:rsidRPr="008F6724">
        <w:rPr>
          <w:rFonts w:ascii="Times New Roman" w:hAnsi="Times New Roman"/>
        </w:rPr>
        <w:t xml:space="preserve"> a Zamawiający zobowiązuje się przedmiot umowy odebrać.</w:t>
      </w:r>
    </w:p>
    <w:p w:rsidR="004F5418" w:rsidRPr="00C831C2" w:rsidRDefault="004F5418" w:rsidP="00222764">
      <w:pPr>
        <w:pStyle w:val="Normalny1"/>
        <w:numPr>
          <w:ilvl w:val="0"/>
          <w:numId w:val="1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</w:rPr>
      </w:pPr>
      <w:r w:rsidRPr="008F6724">
        <w:rPr>
          <w:rFonts w:ascii="Times New Roman" w:hAnsi="Times New Roman"/>
        </w:rPr>
        <w:t>Zamawiający oświadcza, że przedmiotowe</w:t>
      </w:r>
      <w:r w:rsidRPr="00C831C2">
        <w:rPr>
          <w:rFonts w:ascii="Times New Roman" w:hAnsi="Times New Roman"/>
        </w:rPr>
        <w:t xml:space="preserve"> zamówienie </w:t>
      </w:r>
      <w:r w:rsidRPr="00C831C2">
        <w:rPr>
          <w:rFonts w:ascii="Times New Roman" w:hAnsi="Times New Roman"/>
          <w:szCs w:val="20"/>
          <w:lang w:eastAsia="ar-SA"/>
        </w:rPr>
        <w:t xml:space="preserve">realizowane jest w ramach projektu nr </w:t>
      </w:r>
      <w:r w:rsidRPr="00C831C2">
        <w:rPr>
          <w:rFonts w:ascii="Times New Roman" w:hAnsi="Times New Roman"/>
          <w:bCs/>
          <w:szCs w:val="20"/>
          <w:lang w:eastAsia="ar-SA"/>
        </w:rPr>
        <w:t>POIS.02.04.00-00-0180/16</w:t>
      </w:r>
      <w:r w:rsidRPr="00C831C2">
        <w:rPr>
          <w:rFonts w:ascii="Times New Roman" w:hAnsi="Times New Roman"/>
          <w:szCs w:val="20"/>
          <w:lang w:eastAsia="ar-SA"/>
        </w:rPr>
        <w:t xml:space="preserve"> pn.:  </w:t>
      </w:r>
      <w:r w:rsidRPr="00C831C2">
        <w:rPr>
          <w:rFonts w:ascii="Times New Roman" w:hAnsi="Times New Roman"/>
          <w:bCs/>
          <w:szCs w:val="20"/>
          <w:lang w:eastAsia="ar-SA"/>
        </w:rPr>
        <w:t>„Ochrona zagrożonych gatunków i siedlisk chronionych w ramach sieci Natura 2000 w Małopolsce”</w:t>
      </w:r>
      <w:r w:rsidR="00B1012E">
        <w:rPr>
          <w:rFonts w:ascii="Times New Roman" w:hAnsi="Times New Roman"/>
          <w:bCs/>
          <w:szCs w:val="20"/>
          <w:lang w:eastAsia="ar-SA"/>
        </w:rPr>
        <w:t xml:space="preserve"> </w:t>
      </w:r>
      <w:r w:rsidR="00B1012E" w:rsidRPr="001A3790">
        <w:rPr>
          <w:rFonts w:ascii="Times New Roman" w:hAnsi="Times New Roman"/>
          <w:bCs/>
          <w:szCs w:val="20"/>
          <w:lang w:eastAsia="ar-SA"/>
        </w:rPr>
        <w:t>(zadanie nr 2</w:t>
      </w:r>
      <w:r w:rsidR="00B1012E">
        <w:rPr>
          <w:rFonts w:ascii="Times New Roman" w:hAnsi="Times New Roman"/>
          <w:bCs/>
          <w:szCs w:val="20"/>
          <w:lang w:eastAsia="ar-SA"/>
        </w:rPr>
        <w:t>1</w:t>
      </w:r>
      <w:r w:rsidR="00B1012E" w:rsidRPr="001A3790">
        <w:rPr>
          <w:rFonts w:ascii="Times New Roman" w:hAnsi="Times New Roman"/>
          <w:bCs/>
          <w:szCs w:val="20"/>
          <w:lang w:eastAsia="ar-SA"/>
        </w:rPr>
        <w:t xml:space="preserve"> w HRP – „</w:t>
      </w:r>
      <w:r w:rsidR="00B1012E" w:rsidRPr="009F3DA1">
        <w:rPr>
          <w:rFonts w:ascii="Times New Roman" w:hAnsi="Times New Roman"/>
          <w:bCs/>
          <w:szCs w:val="20"/>
          <w:lang w:eastAsia="ar-SA"/>
        </w:rPr>
        <w:t>Promocja działań ochronnych projektu poprzez spotkania z grupami interesariuszy - samorządy, społeczność lokalna, dzieci i młodzież, środowisko naukowe</w:t>
      </w:r>
      <w:r w:rsidR="00B1012E" w:rsidRPr="001A3790">
        <w:rPr>
          <w:rFonts w:ascii="Times New Roman" w:hAnsi="Times New Roman"/>
          <w:bCs/>
          <w:szCs w:val="20"/>
          <w:lang w:eastAsia="ar-SA"/>
        </w:rPr>
        <w:t>”)</w:t>
      </w:r>
      <w:r w:rsidRPr="00C831C2">
        <w:rPr>
          <w:rFonts w:ascii="Times New Roman" w:hAnsi="Times New Roman"/>
          <w:bCs/>
          <w:szCs w:val="20"/>
          <w:lang w:eastAsia="ar-SA"/>
        </w:rPr>
        <w:t xml:space="preserve"> realizowanego przez Regionalną Dyrekcję Ochrony Środowiska w Krakowie w ramach działania 2.4. oś priorytetowa II Programu Operacyjnego Infrastruktura i Środowisk</w:t>
      </w:r>
      <w:r w:rsidR="002D386C">
        <w:rPr>
          <w:rFonts w:ascii="Times New Roman" w:hAnsi="Times New Roman"/>
          <w:bCs/>
          <w:szCs w:val="20"/>
          <w:lang w:eastAsia="ar-SA"/>
        </w:rPr>
        <w:t>o</w:t>
      </w:r>
      <w:r w:rsidRPr="00C831C2">
        <w:rPr>
          <w:rFonts w:ascii="Times New Roman" w:hAnsi="Times New Roman"/>
          <w:bCs/>
          <w:szCs w:val="20"/>
          <w:lang w:eastAsia="ar-SA"/>
        </w:rPr>
        <w:t xml:space="preserve"> 2014 – 2020.</w:t>
      </w:r>
    </w:p>
    <w:p w:rsidR="0085034C" w:rsidRDefault="00AA3C53" w:rsidP="00222764">
      <w:pPr>
        <w:pStyle w:val="Normalny1"/>
        <w:numPr>
          <w:ilvl w:val="0"/>
          <w:numId w:val="1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spacing w:after="0"/>
        <w:ind w:left="426" w:hanging="426"/>
        <w:jc w:val="both"/>
        <w:textAlignment w:val="auto"/>
        <w:rPr>
          <w:rFonts w:ascii="Times New Roman" w:hAnsi="Times New Roman"/>
        </w:rPr>
      </w:pPr>
      <w:r w:rsidRPr="00C831C2">
        <w:rPr>
          <w:rFonts w:ascii="Times New Roman" w:hAnsi="Times New Roman"/>
        </w:rPr>
        <w:t>Wykonawca oświadcza, że posiada doświadczenie, wiedzę fachową, kwalifikacje oraz środki potrzebne do terminowego i prawidłowego wykonania przedmiotu umowy</w:t>
      </w:r>
      <w:r w:rsidR="0085034C" w:rsidRPr="00C831C2">
        <w:rPr>
          <w:rFonts w:ascii="Times New Roman" w:hAnsi="Times New Roman"/>
        </w:rPr>
        <w:t>. Wykonawca zobowiązuje się do wykonania przedmiotu umowy z zachowaniem należytej staranności, zgodnie z zaleceniem Zamawiającego, złożoną ofertą, zasadami współczesnej wiedzy oraz obowiązuj</w:t>
      </w:r>
      <w:r w:rsidR="00B600EB" w:rsidRPr="00C831C2">
        <w:rPr>
          <w:rFonts w:ascii="Times New Roman" w:hAnsi="Times New Roman"/>
        </w:rPr>
        <w:t>ącymi w tym zakresie przepisami</w:t>
      </w:r>
      <w:r w:rsidR="006E75CE" w:rsidRPr="00C831C2">
        <w:rPr>
          <w:rFonts w:ascii="Times New Roman" w:hAnsi="Times New Roman"/>
        </w:rPr>
        <w:t>,</w:t>
      </w:r>
      <w:r w:rsidR="0085034C" w:rsidRPr="00C831C2">
        <w:rPr>
          <w:rFonts w:ascii="Times New Roman" w:hAnsi="Times New Roman"/>
        </w:rPr>
        <w:t xml:space="preserve"> przy</w:t>
      </w:r>
      <w:r w:rsidR="006E75CE" w:rsidRPr="00C831C2">
        <w:rPr>
          <w:rFonts w:ascii="Times New Roman" w:hAnsi="Times New Roman"/>
        </w:rPr>
        <w:t xml:space="preserve"> jednoczesnym</w:t>
      </w:r>
      <w:r w:rsidR="0085034C" w:rsidRPr="00C831C2">
        <w:rPr>
          <w:rFonts w:ascii="Times New Roman" w:hAnsi="Times New Roman"/>
        </w:rPr>
        <w:t xml:space="preserve"> zachowaniu pełnej poufności powierzonych danych.</w:t>
      </w:r>
    </w:p>
    <w:p w:rsidR="0040711F" w:rsidRDefault="0040711F" w:rsidP="004071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4A5675">
        <w:rPr>
          <w:sz w:val="22"/>
          <w:szCs w:val="22"/>
          <w:lang w:eastAsia="zh-CN"/>
        </w:rPr>
        <w:t xml:space="preserve">Wykonawca oświadcza, iż </w:t>
      </w:r>
      <w:r>
        <w:rPr>
          <w:sz w:val="22"/>
          <w:szCs w:val="22"/>
          <w:lang w:eastAsia="zh-CN"/>
        </w:rPr>
        <w:t xml:space="preserve">osoby wykonujące </w:t>
      </w:r>
      <w:r>
        <w:rPr>
          <w:sz w:val="22"/>
          <w:szCs w:val="22"/>
        </w:rPr>
        <w:t>czynności</w:t>
      </w:r>
      <w:r w:rsidRPr="002B2C99">
        <w:rPr>
          <w:sz w:val="22"/>
          <w:szCs w:val="22"/>
        </w:rPr>
        <w:t xml:space="preserve"> takie jak:</w:t>
      </w:r>
      <w:r>
        <w:rPr>
          <w:sz w:val="22"/>
          <w:szCs w:val="22"/>
        </w:rPr>
        <w:t xml:space="preserve"> przygotowywanie posiłków, roznoszenie posiłków, sprzątnie</w:t>
      </w:r>
      <w:r>
        <w:rPr>
          <w:sz w:val="22"/>
          <w:szCs w:val="22"/>
          <w:lang w:eastAsia="zh-CN"/>
        </w:rPr>
        <w:t xml:space="preserve">, </w:t>
      </w:r>
      <w:r w:rsidRPr="004A5675">
        <w:rPr>
          <w:sz w:val="22"/>
          <w:szCs w:val="22"/>
          <w:lang w:eastAsia="zh-CN"/>
        </w:rPr>
        <w:t xml:space="preserve">będą zatrudni przez </w:t>
      </w:r>
      <w:r>
        <w:rPr>
          <w:sz w:val="22"/>
          <w:szCs w:val="22"/>
          <w:lang w:eastAsia="zh-CN"/>
        </w:rPr>
        <w:t>W</w:t>
      </w:r>
      <w:r w:rsidRPr="004A5675">
        <w:rPr>
          <w:sz w:val="22"/>
          <w:szCs w:val="22"/>
          <w:lang w:eastAsia="zh-CN"/>
        </w:rPr>
        <w:t>ykon</w:t>
      </w:r>
      <w:r>
        <w:rPr>
          <w:sz w:val="22"/>
          <w:szCs w:val="22"/>
          <w:lang w:eastAsia="zh-CN"/>
        </w:rPr>
        <w:t>awcę na podstawie umowy o pracę</w:t>
      </w:r>
      <w:r w:rsidRPr="004A5675">
        <w:rPr>
          <w:sz w:val="22"/>
          <w:szCs w:val="22"/>
          <w:lang w:eastAsia="zh-CN"/>
        </w:rPr>
        <w:t>.</w:t>
      </w:r>
    </w:p>
    <w:p w:rsidR="008E4DE4" w:rsidRPr="008E4DE4" w:rsidRDefault="008E4DE4" w:rsidP="008E4DE4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3E3712">
        <w:rPr>
          <w:bCs/>
          <w:sz w:val="22"/>
          <w:szCs w:val="22"/>
        </w:rPr>
        <w:t>Wykonawca jest zobowiązany do okazania Zamawiającemu, na każdorazowe wezwanie Zamawiającego, dokumentów potwierdzających fakt zatrudnienia przez</w:t>
      </w:r>
      <w:r>
        <w:rPr>
          <w:bCs/>
          <w:sz w:val="22"/>
          <w:szCs w:val="22"/>
        </w:rPr>
        <w:t xml:space="preserve"> Wykonawcę na podstawie umowy o </w:t>
      </w:r>
      <w:r w:rsidRPr="003E3712">
        <w:rPr>
          <w:bCs/>
          <w:sz w:val="22"/>
          <w:szCs w:val="22"/>
        </w:rPr>
        <w:t>pracę osób wykonujących czynnośc</w:t>
      </w:r>
      <w:r>
        <w:rPr>
          <w:bCs/>
          <w:sz w:val="22"/>
          <w:szCs w:val="22"/>
        </w:rPr>
        <w:t>i wymienione w ust. 5</w:t>
      </w:r>
      <w:r w:rsidRPr="003E3712">
        <w:rPr>
          <w:bCs/>
          <w:sz w:val="22"/>
          <w:szCs w:val="22"/>
        </w:rPr>
        <w:t>, w szczeg</w:t>
      </w:r>
      <w:r>
        <w:rPr>
          <w:bCs/>
          <w:sz w:val="22"/>
          <w:szCs w:val="22"/>
        </w:rPr>
        <w:t>ólności:</w:t>
      </w:r>
    </w:p>
    <w:p w:rsidR="008E4DE4" w:rsidRPr="0034445D" w:rsidRDefault="008E4DE4" w:rsidP="008E4DE4">
      <w:pPr>
        <w:tabs>
          <w:tab w:val="left" w:pos="851"/>
        </w:tabs>
        <w:suppressAutoHyphens/>
        <w:snapToGrid w:val="0"/>
        <w:spacing w:line="276" w:lineRule="auto"/>
        <w:ind w:left="851" w:hanging="425"/>
        <w:jc w:val="both"/>
        <w:rPr>
          <w:bCs/>
          <w:sz w:val="22"/>
          <w:szCs w:val="22"/>
        </w:rPr>
      </w:pPr>
      <w:r w:rsidRPr="0034445D">
        <w:rPr>
          <w:bCs/>
          <w:sz w:val="22"/>
          <w:szCs w:val="22"/>
        </w:rPr>
        <w:t>1)</w:t>
      </w:r>
      <w:r w:rsidRPr="0034445D">
        <w:rPr>
          <w:bCs/>
          <w:sz w:val="22"/>
          <w:szCs w:val="22"/>
        </w:rPr>
        <w:tab/>
        <w:t xml:space="preserve">oświadczenia </w:t>
      </w:r>
      <w:r>
        <w:rPr>
          <w:bCs/>
          <w:sz w:val="22"/>
          <w:szCs w:val="22"/>
        </w:rPr>
        <w:t>W</w:t>
      </w:r>
      <w:r w:rsidRPr="0034445D">
        <w:rPr>
          <w:bCs/>
          <w:sz w:val="22"/>
          <w:szCs w:val="22"/>
        </w:rPr>
        <w:t>ykonawcy o zatrudnieniu pracownika na podstawie umowy o pracę,</w:t>
      </w:r>
    </w:p>
    <w:p w:rsidR="008E4DE4" w:rsidRPr="0034445D" w:rsidRDefault="008E4DE4" w:rsidP="008E4DE4">
      <w:pPr>
        <w:tabs>
          <w:tab w:val="left" w:pos="851"/>
        </w:tabs>
        <w:suppressAutoHyphens/>
        <w:snapToGrid w:val="0"/>
        <w:spacing w:line="276" w:lineRule="auto"/>
        <w:ind w:left="851" w:hanging="425"/>
        <w:jc w:val="both"/>
        <w:rPr>
          <w:bCs/>
          <w:sz w:val="22"/>
          <w:szCs w:val="22"/>
        </w:rPr>
      </w:pPr>
      <w:r w:rsidRPr="0034445D">
        <w:rPr>
          <w:bCs/>
          <w:sz w:val="22"/>
          <w:szCs w:val="22"/>
        </w:rPr>
        <w:t>2)</w:t>
      </w:r>
      <w:r w:rsidRPr="0034445D">
        <w:rPr>
          <w:bCs/>
          <w:sz w:val="22"/>
          <w:szCs w:val="22"/>
        </w:rPr>
        <w:tab/>
        <w:t>poświadczonej za zgodność z oryginałem kopii umowy o pracę zatrudnionego pracownika,</w:t>
      </w:r>
    </w:p>
    <w:p w:rsidR="008E4DE4" w:rsidRPr="0034445D" w:rsidRDefault="008E4DE4" w:rsidP="008E4DE4">
      <w:pPr>
        <w:tabs>
          <w:tab w:val="left" w:pos="851"/>
        </w:tabs>
        <w:suppressAutoHyphens/>
        <w:snapToGrid w:val="0"/>
        <w:spacing w:line="276" w:lineRule="auto"/>
        <w:ind w:left="851" w:hanging="425"/>
        <w:jc w:val="both"/>
        <w:rPr>
          <w:bCs/>
          <w:sz w:val="22"/>
          <w:szCs w:val="22"/>
        </w:rPr>
      </w:pPr>
      <w:r w:rsidRPr="0034445D">
        <w:rPr>
          <w:bCs/>
          <w:sz w:val="22"/>
          <w:szCs w:val="22"/>
        </w:rPr>
        <w:t>3)</w:t>
      </w:r>
      <w:r w:rsidRPr="0034445D">
        <w:rPr>
          <w:bCs/>
          <w:sz w:val="22"/>
          <w:szCs w:val="22"/>
        </w:rPr>
        <w:tab/>
        <w:t>innych dokumentów</w:t>
      </w:r>
    </w:p>
    <w:p w:rsidR="0040711F" w:rsidRPr="004A5675" w:rsidRDefault="008E4DE4" w:rsidP="008E4DE4">
      <w:pPr>
        <w:suppressAutoHyphens/>
        <w:snapToGrid w:val="0"/>
        <w:spacing w:line="276" w:lineRule="auto"/>
        <w:ind w:left="426"/>
        <w:jc w:val="both"/>
        <w:rPr>
          <w:sz w:val="22"/>
          <w:szCs w:val="22"/>
          <w:lang w:eastAsia="zh-CN"/>
        </w:rPr>
      </w:pPr>
      <w:r w:rsidRPr="0034445D">
        <w:rPr>
          <w:bCs/>
          <w:sz w:val="22"/>
          <w:szCs w:val="22"/>
        </w:rPr>
        <w:t>– zawierających informacje, w tym dane osobowe, niezbędne do weryfikacji zatrudnienia na podstawie umowy o pracę, w szczególności imię i nazwisko zatrudnionego pracownika, datę zawarcia umowy o pracę, rodzaj umowy o pracę or</w:t>
      </w:r>
      <w:r>
        <w:rPr>
          <w:bCs/>
          <w:sz w:val="22"/>
          <w:szCs w:val="22"/>
        </w:rPr>
        <w:t>az zakres obowiązków pracownika -</w:t>
      </w:r>
      <w:r w:rsidRPr="003E3712">
        <w:rPr>
          <w:bCs/>
          <w:sz w:val="22"/>
          <w:szCs w:val="22"/>
        </w:rPr>
        <w:t xml:space="preserve"> w terminie 3 dni od daty otrzymania wezwania</w:t>
      </w:r>
      <w:r w:rsidRPr="004A5675">
        <w:rPr>
          <w:sz w:val="22"/>
          <w:szCs w:val="22"/>
          <w:lang w:eastAsia="zh-CN"/>
        </w:rPr>
        <w:t>.</w:t>
      </w:r>
    </w:p>
    <w:p w:rsidR="0040711F" w:rsidRPr="004A5675" w:rsidRDefault="0040711F" w:rsidP="004071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0D43BC">
        <w:rPr>
          <w:bCs/>
          <w:sz w:val="22"/>
          <w:szCs w:val="22"/>
          <w:lang w:eastAsia="zh-CN"/>
        </w:rPr>
        <w:t xml:space="preserve">W przypadku ujawnienia niespełnienia wymogu zatrudnienia przez Wykonawcę na podstawie umowy o pracę osób wykonujących czynności w trakcie realizacji zamówienia określonych w ust. </w:t>
      </w:r>
      <w:r>
        <w:rPr>
          <w:bCs/>
          <w:sz w:val="22"/>
          <w:szCs w:val="22"/>
          <w:lang w:eastAsia="zh-CN"/>
        </w:rPr>
        <w:lastRenderedPageBreak/>
        <w:t>7</w:t>
      </w:r>
      <w:r w:rsidRPr="000D43BC">
        <w:rPr>
          <w:bCs/>
          <w:sz w:val="22"/>
          <w:szCs w:val="22"/>
          <w:lang w:eastAsia="zh-CN"/>
        </w:rPr>
        <w:t xml:space="preserve">, Wykonawca zobowiązany jest do zatrudnienia na umowę o pracę osoby, której dotyczy uchybienie w terminie nie dłuższym niż 7 dni od daty ujawnienia uchybienia i </w:t>
      </w:r>
      <w:r w:rsidRPr="007664BB">
        <w:rPr>
          <w:bCs/>
          <w:sz w:val="22"/>
          <w:szCs w:val="22"/>
        </w:rPr>
        <w:t>do okazania Zamawiającemu dokumentów potwierdzających zatrudnienie powyższej osoby na umowę o pracę, w szczególności zanonimizowanej umowy o pracę, zaświadczenia właściwego oddziału ZUS lub zanonimizowanych dowodów potwierdzających zgłoszenie pracownika przez pracodawcę do ubezpieczeń, czy też wydane pracownikowi zanonimizowane potwierdzenie warunków zatrudnienia - określając</w:t>
      </w:r>
      <w:r>
        <w:rPr>
          <w:bCs/>
          <w:sz w:val="22"/>
          <w:szCs w:val="22"/>
        </w:rPr>
        <w:t>ych</w:t>
      </w:r>
      <w:r w:rsidRPr="007664BB">
        <w:rPr>
          <w:bCs/>
          <w:sz w:val="22"/>
          <w:szCs w:val="22"/>
        </w:rPr>
        <w:t xml:space="preserve"> imię i nazwisko pracownika, datę zawarcia umowy, rodzaj umowy o pracę i wymiar etatu</w:t>
      </w:r>
      <w:r w:rsidRPr="004A5675">
        <w:rPr>
          <w:sz w:val="22"/>
          <w:szCs w:val="22"/>
          <w:lang w:eastAsia="zh-CN"/>
        </w:rPr>
        <w:t>.</w:t>
      </w:r>
    </w:p>
    <w:p w:rsidR="00AD6FA7" w:rsidRDefault="00AD6FA7" w:rsidP="00E229E7">
      <w:pPr>
        <w:spacing w:line="276" w:lineRule="auto"/>
        <w:jc w:val="center"/>
        <w:rPr>
          <w:b/>
          <w:sz w:val="22"/>
          <w:szCs w:val="22"/>
        </w:rPr>
      </w:pPr>
    </w:p>
    <w:p w:rsidR="00E229E7" w:rsidRPr="00E229E7" w:rsidRDefault="00E229E7" w:rsidP="00E229E7">
      <w:pPr>
        <w:spacing w:line="276" w:lineRule="auto"/>
        <w:jc w:val="center"/>
        <w:rPr>
          <w:b/>
          <w:sz w:val="22"/>
          <w:szCs w:val="22"/>
        </w:rPr>
      </w:pPr>
      <w:r w:rsidRPr="00E229E7">
        <w:rPr>
          <w:b/>
          <w:sz w:val="22"/>
          <w:szCs w:val="22"/>
        </w:rPr>
        <w:t>§ 2</w:t>
      </w:r>
    </w:p>
    <w:p w:rsidR="00E229E7" w:rsidRPr="00E229E7" w:rsidRDefault="00E229E7" w:rsidP="00E229E7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E229E7">
        <w:rPr>
          <w:b/>
          <w:sz w:val="22"/>
          <w:szCs w:val="22"/>
          <w:u w:val="single"/>
        </w:rPr>
        <w:t>TERMIN WYKONANIA PRZEDMIOTU UMOWY</w:t>
      </w:r>
    </w:p>
    <w:p w:rsidR="00E229E7" w:rsidRPr="00E229E7" w:rsidRDefault="00E229E7" w:rsidP="00E229E7">
      <w:pPr>
        <w:spacing w:line="276" w:lineRule="auto"/>
        <w:jc w:val="center"/>
        <w:rPr>
          <w:b/>
          <w:sz w:val="22"/>
          <w:szCs w:val="22"/>
          <w:u w:val="single"/>
        </w:rPr>
      </w:pPr>
    </w:p>
    <w:p w:rsidR="00AD6FA7" w:rsidRPr="00AD6FA7" w:rsidRDefault="00E229E7" w:rsidP="001F0D73">
      <w:pPr>
        <w:numPr>
          <w:ilvl w:val="0"/>
          <w:numId w:val="5"/>
        </w:numPr>
        <w:tabs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426" w:hanging="426"/>
        <w:jc w:val="both"/>
        <w:rPr>
          <w:sz w:val="22"/>
        </w:rPr>
      </w:pPr>
      <w:r w:rsidRPr="00E229E7">
        <w:rPr>
          <w:rFonts w:eastAsia="Calibri"/>
          <w:sz w:val="22"/>
          <w:szCs w:val="22"/>
          <w:lang w:eastAsia="en-US"/>
        </w:rPr>
        <w:t>Wykonawca zobowiązuje się realizować</w:t>
      </w:r>
      <w:r w:rsidR="001F0D73">
        <w:rPr>
          <w:rFonts w:eastAsia="Calibri"/>
          <w:sz w:val="22"/>
          <w:szCs w:val="22"/>
          <w:lang w:eastAsia="en-US"/>
        </w:rPr>
        <w:t xml:space="preserve"> przedmiot umowy</w:t>
      </w:r>
      <w:r w:rsidR="004912C2">
        <w:rPr>
          <w:rFonts w:eastAsia="Calibri"/>
          <w:sz w:val="22"/>
          <w:szCs w:val="22"/>
          <w:lang w:eastAsia="en-US"/>
        </w:rPr>
        <w:t xml:space="preserve"> </w:t>
      </w:r>
      <w:r w:rsidR="007B3E17" w:rsidRPr="007B3E17">
        <w:rPr>
          <w:rFonts w:eastAsia="Calibri"/>
          <w:bCs/>
          <w:sz w:val="22"/>
          <w:szCs w:val="22"/>
          <w:lang w:eastAsia="en-US"/>
        </w:rPr>
        <w:t>w okresie</w:t>
      </w:r>
      <w:r w:rsidR="00AD6FA7">
        <w:rPr>
          <w:rFonts w:eastAsia="Calibri"/>
          <w:bCs/>
          <w:sz w:val="22"/>
          <w:szCs w:val="22"/>
          <w:lang w:eastAsia="en-US"/>
        </w:rPr>
        <w:t>:</w:t>
      </w:r>
    </w:p>
    <w:p w:rsidR="008F6724" w:rsidRPr="00AD6FA7" w:rsidRDefault="00AD6FA7" w:rsidP="00AD6FA7">
      <w:pPr>
        <w:numPr>
          <w:ilvl w:val="0"/>
          <w:numId w:val="47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851" w:hanging="425"/>
        <w:jc w:val="both"/>
        <w:rPr>
          <w:sz w:val="22"/>
        </w:rPr>
      </w:pPr>
      <w:r>
        <w:rPr>
          <w:b/>
          <w:bCs/>
          <w:sz w:val="22"/>
        </w:rPr>
        <w:t xml:space="preserve">w zakresie części zamówienia nr 1 – </w:t>
      </w:r>
      <w:r>
        <w:rPr>
          <w:bCs/>
          <w:sz w:val="22"/>
        </w:rPr>
        <w:t xml:space="preserve">w okresie </w:t>
      </w:r>
      <w:r w:rsidR="00665CB1" w:rsidRPr="00665CB1">
        <w:rPr>
          <w:b/>
          <w:bCs/>
          <w:sz w:val="22"/>
        </w:rPr>
        <w:t>od 11 maja 2020 roku do 25 czerwca 2020 roku, z wyłączeniem dni wolnych od pracy</w:t>
      </w:r>
      <w:r>
        <w:rPr>
          <w:rFonts w:eastAsia="Calibri"/>
          <w:b/>
          <w:bCs/>
          <w:sz w:val="22"/>
          <w:szCs w:val="22"/>
          <w:lang w:eastAsia="en-US"/>
        </w:rPr>
        <w:t>;</w:t>
      </w:r>
    </w:p>
    <w:p w:rsidR="00AD6FA7" w:rsidRPr="008F6724" w:rsidRDefault="00AD6FA7" w:rsidP="00AD6FA7">
      <w:pPr>
        <w:numPr>
          <w:ilvl w:val="0"/>
          <w:numId w:val="47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851" w:hanging="425"/>
        <w:jc w:val="both"/>
        <w:rPr>
          <w:sz w:val="22"/>
        </w:rPr>
      </w:pPr>
      <w:r>
        <w:rPr>
          <w:b/>
          <w:bCs/>
          <w:sz w:val="22"/>
        </w:rPr>
        <w:t xml:space="preserve">w zakresie części zamówienia nr 2 – </w:t>
      </w:r>
      <w:r>
        <w:rPr>
          <w:bCs/>
          <w:sz w:val="22"/>
        </w:rPr>
        <w:t xml:space="preserve">w okresie </w:t>
      </w:r>
      <w:r>
        <w:rPr>
          <w:b/>
          <w:bCs/>
          <w:sz w:val="22"/>
        </w:rPr>
        <w:t>od dnia podpisania umowy w sprawie za</w:t>
      </w:r>
      <w:r w:rsidR="00665CB1">
        <w:rPr>
          <w:b/>
          <w:bCs/>
          <w:sz w:val="22"/>
        </w:rPr>
        <w:t>mówienia publicznego do dnia 11</w:t>
      </w:r>
      <w:r>
        <w:rPr>
          <w:b/>
          <w:bCs/>
          <w:sz w:val="22"/>
        </w:rPr>
        <w:t xml:space="preserve"> grudnia</w:t>
      </w:r>
      <w:r w:rsidRPr="004229B7">
        <w:rPr>
          <w:b/>
          <w:bCs/>
          <w:sz w:val="22"/>
        </w:rPr>
        <w:t xml:space="preserve"> </w:t>
      </w:r>
      <w:r w:rsidR="00665CB1">
        <w:rPr>
          <w:b/>
          <w:bCs/>
          <w:sz w:val="22"/>
        </w:rPr>
        <w:t>2020</w:t>
      </w:r>
      <w:r>
        <w:rPr>
          <w:b/>
          <w:bCs/>
          <w:sz w:val="22"/>
        </w:rPr>
        <w:t xml:space="preserve"> roku</w:t>
      </w:r>
      <w:r>
        <w:rPr>
          <w:bCs/>
          <w:sz w:val="22"/>
        </w:rPr>
        <w:t>.</w:t>
      </w:r>
    </w:p>
    <w:p w:rsidR="00E229E7" w:rsidRPr="00E229E7" w:rsidRDefault="00E229E7" w:rsidP="00C927FA">
      <w:pPr>
        <w:numPr>
          <w:ilvl w:val="0"/>
          <w:numId w:val="5"/>
        </w:numPr>
        <w:tabs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426" w:hanging="426"/>
        <w:jc w:val="both"/>
        <w:rPr>
          <w:rFonts w:eastAsia="ヒラギノ角ゴ Pro W3"/>
          <w:color w:val="000000"/>
          <w:sz w:val="22"/>
          <w:szCs w:val="22"/>
          <w:lang w:eastAsia="en-US"/>
        </w:rPr>
      </w:pPr>
      <w:r w:rsidRPr="00E229E7">
        <w:rPr>
          <w:rFonts w:eastAsia="Calibri"/>
          <w:sz w:val="22"/>
          <w:szCs w:val="22"/>
          <w:lang w:eastAsia="en-US"/>
        </w:rPr>
        <w:t>Za termin zakończenia realizacji przedmiotu umowy uważa się datę podpisania Końcowego protokołu odbioru całego przedmiotu umowy</w:t>
      </w:r>
      <w:r w:rsidRPr="00E229E7">
        <w:rPr>
          <w:rFonts w:eastAsia="ヒラギノ角ゴ Pro W3"/>
          <w:sz w:val="22"/>
          <w:szCs w:val="22"/>
          <w:lang w:eastAsia="en-US"/>
        </w:rPr>
        <w:t xml:space="preserve">, </w:t>
      </w:r>
      <w:r w:rsidRPr="00E229E7">
        <w:rPr>
          <w:rFonts w:eastAsia="Calibri"/>
          <w:sz w:val="22"/>
          <w:szCs w:val="22"/>
          <w:lang w:eastAsia="en-US"/>
        </w:rPr>
        <w:t xml:space="preserve">o którym mowa w § </w:t>
      </w:r>
      <w:r w:rsidR="00A654C3" w:rsidRPr="00A654C3">
        <w:rPr>
          <w:rFonts w:eastAsia="Calibri"/>
          <w:sz w:val="22"/>
          <w:szCs w:val="22"/>
          <w:lang w:eastAsia="en-US"/>
        </w:rPr>
        <w:t>6</w:t>
      </w:r>
      <w:r w:rsidRPr="00E229E7">
        <w:rPr>
          <w:rFonts w:eastAsia="Calibri"/>
          <w:sz w:val="22"/>
          <w:szCs w:val="22"/>
          <w:lang w:eastAsia="en-US"/>
        </w:rPr>
        <w:t xml:space="preserve"> ust. 2 niniejszej umowy.</w:t>
      </w:r>
      <w:r w:rsidRPr="00E229E7">
        <w:rPr>
          <w:rFonts w:eastAsia="Calibri"/>
          <w:color w:val="FF0000"/>
          <w:sz w:val="22"/>
          <w:szCs w:val="22"/>
          <w:lang w:eastAsia="en-US"/>
        </w:rPr>
        <w:t xml:space="preserve"> </w:t>
      </w:r>
    </w:p>
    <w:p w:rsidR="007D49F5" w:rsidRDefault="007D49F5" w:rsidP="0085034C">
      <w:pPr>
        <w:spacing w:line="276" w:lineRule="auto"/>
        <w:jc w:val="center"/>
        <w:rPr>
          <w:b/>
          <w:sz w:val="22"/>
          <w:szCs w:val="22"/>
        </w:rPr>
      </w:pPr>
    </w:p>
    <w:p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</w:rPr>
      </w:pPr>
      <w:r w:rsidRPr="00C831C2">
        <w:rPr>
          <w:b/>
          <w:sz w:val="22"/>
          <w:szCs w:val="22"/>
        </w:rPr>
        <w:t xml:space="preserve">§ </w:t>
      </w:r>
      <w:r w:rsidR="00E229E7">
        <w:rPr>
          <w:b/>
          <w:sz w:val="22"/>
          <w:szCs w:val="22"/>
        </w:rPr>
        <w:t>3</w:t>
      </w:r>
    </w:p>
    <w:p w:rsidR="00FB57E5" w:rsidRPr="00C831C2" w:rsidRDefault="00FB57E5" w:rsidP="0085034C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C831C2">
        <w:rPr>
          <w:b/>
          <w:sz w:val="22"/>
          <w:szCs w:val="22"/>
          <w:u w:val="single"/>
        </w:rPr>
        <w:t>SPOSÓB REALIZACJI UMOWY</w:t>
      </w:r>
    </w:p>
    <w:p w:rsidR="00FB57E5" w:rsidRPr="00C831C2" w:rsidRDefault="00FB57E5" w:rsidP="0085034C">
      <w:pPr>
        <w:spacing w:line="276" w:lineRule="auto"/>
        <w:jc w:val="center"/>
        <w:rPr>
          <w:b/>
          <w:sz w:val="22"/>
          <w:szCs w:val="22"/>
          <w:u w:val="single"/>
        </w:rPr>
      </w:pPr>
    </w:p>
    <w:p w:rsidR="00E229E7" w:rsidRPr="004E6A26" w:rsidRDefault="00E229E7" w:rsidP="00C927FA">
      <w:pPr>
        <w:pStyle w:val="Normalny1"/>
        <w:numPr>
          <w:ilvl w:val="0"/>
          <w:numId w:val="14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425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  <w:color w:val="000000"/>
        </w:rPr>
        <w:t xml:space="preserve">Wykonawca zobowiązuje się </w:t>
      </w:r>
      <w:r w:rsidR="007B3E17">
        <w:rPr>
          <w:rFonts w:ascii="Times New Roman" w:hAnsi="Times New Roman"/>
          <w:color w:val="000000"/>
        </w:rPr>
        <w:t xml:space="preserve">w szczególności </w:t>
      </w:r>
      <w:r w:rsidRPr="004E6A26">
        <w:rPr>
          <w:rFonts w:ascii="Times New Roman" w:hAnsi="Times New Roman"/>
          <w:color w:val="000000"/>
        </w:rPr>
        <w:t xml:space="preserve">do: </w:t>
      </w:r>
    </w:p>
    <w:p w:rsidR="0011346F" w:rsidRPr="004E6A26" w:rsidRDefault="0011346F" w:rsidP="0011346F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</w:rPr>
        <w:t xml:space="preserve">zapewnienia odpowiedniej </w:t>
      </w:r>
      <w:r w:rsidR="000E6FDA">
        <w:rPr>
          <w:rFonts w:ascii="Times New Roman" w:hAnsi="Times New Roman"/>
        </w:rPr>
        <w:t>s</w:t>
      </w:r>
      <w:r w:rsidRPr="004E6A26">
        <w:rPr>
          <w:rFonts w:ascii="Times New Roman" w:hAnsi="Times New Roman"/>
        </w:rPr>
        <w:t>ali</w:t>
      </w:r>
      <w:r w:rsidR="000E6FDA">
        <w:rPr>
          <w:rFonts w:ascii="Times New Roman" w:hAnsi="Times New Roman"/>
        </w:rPr>
        <w:t xml:space="preserve"> wraz z wyposażeniem</w:t>
      </w:r>
      <w:r w:rsidRPr="004E6A26">
        <w:rPr>
          <w:rFonts w:ascii="Times New Roman" w:hAnsi="Times New Roman"/>
        </w:rPr>
        <w:t xml:space="preserve"> dla potrzeb realizacji </w:t>
      </w:r>
      <w:r w:rsidRPr="00AD6FA7">
        <w:rPr>
          <w:rFonts w:ascii="Times New Roman" w:hAnsi="Times New Roman"/>
          <w:i/>
        </w:rPr>
        <w:t xml:space="preserve">spotkań </w:t>
      </w:r>
      <w:r w:rsidR="00AD6FA7" w:rsidRPr="00AD6FA7">
        <w:rPr>
          <w:rFonts w:ascii="Times New Roman" w:hAnsi="Times New Roman"/>
          <w:i/>
        </w:rPr>
        <w:t>lub zajęć</w:t>
      </w:r>
      <w:r w:rsidR="00AD6FA7">
        <w:rPr>
          <w:rStyle w:val="Odwoanieprzypisudolnego"/>
          <w:rFonts w:ascii="Times New Roman" w:hAnsi="Times New Roman"/>
        </w:rPr>
        <w:footnoteReference w:id="2"/>
      </w:r>
      <w:r w:rsidR="00AD6FA7">
        <w:rPr>
          <w:rFonts w:ascii="Times New Roman" w:hAnsi="Times New Roman"/>
        </w:rPr>
        <w:t xml:space="preserve"> </w:t>
      </w:r>
      <w:r w:rsidRPr="004E6A26">
        <w:rPr>
          <w:rFonts w:ascii="Times New Roman" w:hAnsi="Times New Roman"/>
        </w:rPr>
        <w:t>będących przedmiotem umowy</w:t>
      </w:r>
      <w:r w:rsidR="008F6724">
        <w:rPr>
          <w:rFonts w:ascii="Times New Roman" w:hAnsi="Times New Roman"/>
        </w:rPr>
        <w:t>;</w:t>
      </w:r>
    </w:p>
    <w:p w:rsidR="0011346F" w:rsidRPr="004E6A26" w:rsidRDefault="0011346F" w:rsidP="0011346F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  <w:color w:val="000000"/>
        </w:rPr>
        <w:t xml:space="preserve">świadczenia </w:t>
      </w:r>
      <w:r w:rsidRPr="004E6A26">
        <w:rPr>
          <w:rFonts w:ascii="Times New Roman" w:hAnsi="Times New Roman"/>
          <w:lang w:eastAsia="pl-PL"/>
        </w:rPr>
        <w:t xml:space="preserve">usługi cateringu podczas </w:t>
      </w:r>
      <w:r w:rsidRPr="00AD6FA7">
        <w:rPr>
          <w:rFonts w:ascii="Times New Roman" w:hAnsi="Times New Roman"/>
          <w:i/>
          <w:lang w:eastAsia="pl-PL"/>
        </w:rPr>
        <w:t>spotkań</w:t>
      </w:r>
      <w:r w:rsidR="00AD6FA7" w:rsidRPr="00AD6FA7">
        <w:rPr>
          <w:rFonts w:ascii="Times New Roman" w:hAnsi="Times New Roman"/>
          <w:i/>
          <w:lang w:eastAsia="pl-PL"/>
        </w:rPr>
        <w:t xml:space="preserve"> lub zajęć</w:t>
      </w:r>
      <w:r w:rsidR="00AD6FA7">
        <w:rPr>
          <w:rStyle w:val="Odwoanieprzypisudolnego"/>
          <w:rFonts w:ascii="Times New Roman" w:hAnsi="Times New Roman"/>
          <w:i/>
          <w:lang w:eastAsia="pl-PL"/>
        </w:rPr>
        <w:footnoteReference w:id="3"/>
      </w:r>
      <w:r w:rsidRPr="004E6A26">
        <w:rPr>
          <w:rFonts w:ascii="Times New Roman" w:hAnsi="Times New Roman"/>
          <w:lang w:eastAsia="pl-PL"/>
        </w:rPr>
        <w:t>, w zakresie wskazanym w załączniku nr 1 do umowy – Opisie Przedmiotu Zamówienia</w:t>
      </w:r>
      <w:r w:rsidR="00AD6FA7">
        <w:rPr>
          <w:rFonts w:ascii="Times New Roman" w:hAnsi="Times New Roman"/>
          <w:lang w:eastAsia="pl-PL"/>
        </w:rPr>
        <w:t>, dotyczącego danej części zamówienia</w:t>
      </w:r>
      <w:r w:rsidRPr="004E6A26">
        <w:rPr>
          <w:rFonts w:ascii="Times New Roman" w:hAnsi="Times New Roman"/>
          <w:lang w:eastAsia="pl-PL"/>
        </w:rPr>
        <w:t>;</w:t>
      </w:r>
    </w:p>
    <w:p w:rsidR="0011346F" w:rsidRPr="004E6A26" w:rsidRDefault="0011346F" w:rsidP="0011346F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</w:rPr>
        <w:t xml:space="preserve">zapewnienia </w:t>
      </w:r>
      <w:r w:rsidR="007B3E17">
        <w:rPr>
          <w:rFonts w:ascii="Times New Roman" w:hAnsi="Times New Roman"/>
        </w:rPr>
        <w:t xml:space="preserve">transportu dwustronnego uczestników </w:t>
      </w:r>
      <w:r w:rsidR="007B3E17" w:rsidRPr="00AD6FA7">
        <w:rPr>
          <w:rFonts w:ascii="Times New Roman" w:hAnsi="Times New Roman"/>
          <w:i/>
        </w:rPr>
        <w:t>spotkań</w:t>
      </w:r>
      <w:r w:rsidR="00AD6FA7" w:rsidRPr="00AD6FA7">
        <w:rPr>
          <w:rFonts w:ascii="Times New Roman" w:hAnsi="Times New Roman"/>
          <w:i/>
        </w:rPr>
        <w:t xml:space="preserve"> lub zajęć</w:t>
      </w:r>
      <w:r w:rsidR="00AD6FA7">
        <w:rPr>
          <w:rStyle w:val="Odwoanieprzypisudolnego"/>
          <w:rFonts w:ascii="Times New Roman" w:hAnsi="Times New Roman"/>
          <w:i/>
        </w:rPr>
        <w:footnoteReference w:id="4"/>
      </w:r>
      <w:r w:rsidRPr="004E6A26">
        <w:rPr>
          <w:rFonts w:ascii="Times New Roman" w:hAnsi="Times New Roman"/>
        </w:rPr>
        <w:t>;</w:t>
      </w:r>
    </w:p>
    <w:p w:rsidR="0011346F" w:rsidRPr="004E6A26" w:rsidRDefault="0011346F" w:rsidP="0011346F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</w:rPr>
        <w:t>terminowego przygotowania i podania posiłków;</w:t>
      </w:r>
    </w:p>
    <w:p w:rsidR="007B3E17" w:rsidRPr="007B3E17" w:rsidRDefault="004E6A26" w:rsidP="00187F23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7B3E17">
        <w:rPr>
          <w:rFonts w:ascii="Times New Roman" w:hAnsi="Times New Roman"/>
        </w:rPr>
        <w:t xml:space="preserve">przygotowywania posiłków w dniu świadczenia usługi, </w:t>
      </w:r>
      <w:r w:rsidR="007B3E17" w:rsidRPr="007B3E17">
        <w:rPr>
          <w:rFonts w:ascii="Times New Roman" w:hAnsi="Times New Roman"/>
        </w:rPr>
        <w:t>z ważnymi terminami przydatności do spożycia</w:t>
      </w:r>
      <w:r w:rsidRPr="007B3E17">
        <w:rPr>
          <w:rFonts w:ascii="Times New Roman" w:hAnsi="Times New Roman"/>
        </w:rPr>
        <w:t xml:space="preserve">, </w:t>
      </w:r>
    </w:p>
    <w:p w:rsidR="007B3E17" w:rsidRPr="007B3E17" w:rsidRDefault="004E6A26" w:rsidP="00187F23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7B3E17">
        <w:rPr>
          <w:rFonts w:ascii="Times New Roman" w:hAnsi="Times New Roman"/>
        </w:rPr>
        <w:t>zachowania zasad higieny i obowiązujących przepisów sanitarnych p</w:t>
      </w:r>
      <w:r w:rsidR="005F4742" w:rsidRPr="007B3E17">
        <w:rPr>
          <w:rFonts w:ascii="Times New Roman" w:hAnsi="Times New Roman"/>
        </w:rPr>
        <w:t>rzy przygotowaniu posiłków</w:t>
      </w:r>
      <w:r w:rsidR="007B3E17">
        <w:rPr>
          <w:rFonts w:ascii="Times New Roman" w:hAnsi="Times New Roman"/>
        </w:rPr>
        <w:t>;</w:t>
      </w:r>
    </w:p>
    <w:p w:rsidR="004E6A26" w:rsidRPr="007B3E17" w:rsidRDefault="007B3E17" w:rsidP="00187F23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wykonywania innych obowiązków opisanych w </w:t>
      </w:r>
      <w:r w:rsidRPr="007B3E17">
        <w:rPr>
          <w:rFonts w:ascii="Times New Roman" w:hAnsi="Times New Roman"/>
        </w:rPr>
        <w:t>Opisie Przedmiotu Zamówienia (Załącznik nr 6 do SIWZ),</w:t>
      </w:r>
      <w:r w:rsidRPr="007B3E17">
        <w:rPr>
          <w:rFonts w:ascii="Times New Roman" w:hAnsi="Times New Roman"/>
          <w:i/>
        </w:rPr>
        <w:t xml:space="preserve"> </w:t>
      </w:r>
      <w:r w:rsidRPr="007B3E17">
        <w:rPr>
          <w:rFonts w:ascii="Times New Roman" w:hAnsi="Times New Roman"/>
        </w:rPr>
        <w:t>stanowiącym Załącznik nr 1 do niniejszej umowy</w:t>
      </w:r>
      <w:r w:rsidR="00AD6FA7">
        <w:rPr>
          <w:rFonts w:ascii="Times New Roman" w:hAnsi="Times New Roman"/>
        </w:rPr>
        <w:t xml:space="preserve">, </w:t>
      </w:r>
      <w:r w:rsidR="00AD6FA7">
        <w:rPr>
          <w:rFonts w:ascii="Times New Roman" w:hAnsi="Times New Roman"/>
          <w:lang w:eastAsia="pl-PL"/>
        </w:rPr>
        <w:t>dotyczącego danej części zamówienia</w:t>
      </w:r>
      <w:r w:rsidR="005F4742" w:rsidRPr="007B3E17">
        <w:rPr>
          <w:rFonts w:ascii="Times New Roman" w:hAnsi="Times New Roman"/>
        </w:rPr>
        <w:t>.</w:t>
      </w:r>
    </w:p>
    <w:p w:rsidR="00E229E7" w:rsidRPr="004E6A26" w:rsidRDefault="00E229E7" w:rsidP="00C927FA">
      <w:pPr>
        <w:pStyle w:val="Normalny1"/>
        <w:numPr>
          <w:ilvl w:val="0"/>
          <w:numId w:val="14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425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  <w:color w:val="000000"/>
        </w:rPr>
        <w:t>Zamawiający zobowiązuje się do:</w:t>
      </w:r>
    </w:p>
    <w:p w:rsidR="00E229E7" w:rsidRPr="004E6A26" w:rsidRDefault="007B3E17" w:rsidP="004E6A26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6"/>
        <w:jc w:val="both"/>
        <w:rPr>
          <w:rFonts w:ascii="Times New Roman" w:hAnsi="Times New Roman"/>
          <w:color w:val="000000"/>
        </w:rPr>
      </w:pPr>
      <w:r w:rsidRPr="007B3E17">
        <w:rPr>
          <w:rFonts w:ascii="Times New Roman" w:hAnsi="Times New Roman"/>
          <w:color w:val="000000"/>
        </w:rPr>
        <w:t>pow</w:t>
      </w:r>
      <w:r>
        <w:rPr>
          <w:rFonts w:ascii="Times New Roman" w:hAnsi="Times New Roman"/>
          <w:color w:val="000000"/>
        </w:rPr>
        <w:t>iadamiania</w:t>
      </w:r>
      <w:r w:rsidRPr="007B3E17">
        <w:rPr>
          <w:rFonts w:ascii="Times New Roman" w:hAnsi="Times New Roman"/>
          <w:color w:val="000000"/>
        </w:rPr>
        <w:t xml:space="preserve"> Wykonawc</w:t>
      </w:r>
      <w:r>
        <w:rPr>
          <w:rFonts w:ascii="Times New Roman" w:hAnsi="Times New Roman"/>
          <w:color w:val="000000"/>
        </w:rPr>
        <w:t>y</w:t>
      </w:r>
      <w:r w:rsidRPr="007B3E17">
        <w:rPr>
          <w:rFonts w:ascii="Times New Roman" w:hAnsi="Times New Roman"/>
          <w:color w:val="000000"/>
        </w:rPr>
        <w:t xml:space="preserve"> o ostatecznej dacie każdego ze </w:t>
      </w:r>
      <w:r w:rsidRPr="00AD6FA7">
        <w:rPr>
          <w:rFonts w:ascii="Times New Roman" w:hAnsi="Times New Roman"/>
          <w:i/>
          <w:color w:val="000000"/>
        </w:rPr>
        <w:t>spotkań</w:t>
      </w:r>
      <w:r w:rsidR="00AD6FA7" w:rsidRPr="00AD6FA7">
        <w:rPr>
          <w:rFonts w:ascii="Times New Roman" w:hAnsi="Times New Roman"/>
          <w:i/>
          <w:color w:val="000000"/>
        </w:rPr>
        <w:t xml:space="preserve"> lub zajęcia</w:t>
      </w:r>
      <w:r w:rsidRPr="007B3E17">
        <w:rPr>
          <w:rFonts w:ascii="Times New Roman" w:hAnsi="Times New Roman"/>
          <w:color w:val="000000"/>
        </w:rPr>
        <w:t xml:space="preserve"> </w:t>
      </w:r>
      <w:r w:rsidR="00AD6FA7">
        <w:rPr>
          <w:rStyle w:val="Odwoanieprzypisudolnego"/>
          <w:rFonts w:ascii="Times New Roman" w:hAnsi="Times New Roman"/>
          <w:color w:val="000000"/>
        </w:rPr>
        <w:footnoteReference w:id="5"/>
      </w:r>
      <w:r w:rsidR="00AD6FA7">
        <w:rPr>
          <w:rFonts w:ascii="Times New Roman" w:hAnsi="Times New Roman"/>
          <w:color w:val="000000"/>
        </w:rPr>
        <w:t xml:space="preserve"> w terminach wskazanych w </w:t>
      </w:r>
      <w:r w:rsidR="00AD6FA7" w:rsidRPr="007B3E17">
        <w:rPr>
          <w:rFonts w:ascii="Times New Roman" w:hAnsi="Times New Roman"/>
        </w:rPr>
        <w:t>Opisie Przedmiotu Zamówienia (Załącznik nr 6 do SIWZ),</w:t>
      </w:r>
      <w:r w:rsidR="00AD6FA7" w:rsidRPr="007B3E17">
        <w:rPr>
          <w:rFonts w:ascii="Times New Roman" w:hAnsi="Times New Roman"/>
          <w:i/>
        </w:rPr>
        <w:t xml:space="preserve"> </w:t>
      </w:r>
      <w:r w:rsidR="00AD6FA7" w:rsidRPr="007B3E17">
        <w:rPr>
          <w:rFonts w:ascii="Times New Roman" w:hAnsi="Times New Roman"/>
        </w:rPr>
        <w:t>stanowiącym Załącznik nr 1 do niniejszej umowy</w:t>
      </w:r>
      <w:r w:rsidR="00AD6FA7">
        <w:rPr>
          <w:rFonts w:ascii="Times New Roman" w:hAnsi="Times New Roman"/>
        </w:rPr>
        <w:t xml:space="preserve">, </w:t>
      </w:r>
      <w:r w:rsidR="00AD6FA7">
        <w:rPr>
          <w:rFonts w:ascii="Times New Roman" w:hAnsi="Times New Roman"/>
          <w:lang w:eastAsia="pl-PL"/>
        </w:rPr>
        <w:t>dotyczącego danej części zamówienia</w:t>
      </w:r>
      <w:r w:rsidR="00E229E7" w:rsidRPr="004E6A26">
        <w:rPr>
          <w:rFonts w:ascii="Times New Roman" w:hAnsi="Times New Roman"/>
          <w:color w:val="000000"/>
        </w:rPr>
        <w:t xml:space="preserve">; </w:t>
      </w:r>
    </w:p>
    <w:p w:rsidR="004E6A26" w:rsidRPr="004E6A26" w:rsidRDefault="004E6A26" w:rsidP="004E6A26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  <w:color w:val="000000"/>
        </w:rPr>
        <w:t xml:space="preserve">każdorazowego </w:t>
      </w:r>
      <w:r w:rsidRPr="004E6A26">
        <w:rPr>
          <w:rFonts w:ascii="Times New Roman" w:hAnsi="Times New Roman"/>
        </w:rPr>
        <w:t>powiadomienia Wykonawcy o ostatecznej liczbie u</w:t>
      </w:r>
      <w:r w:rsidR="008F6724">
        <w:rPr>
          <w:rFonts w:ascii="Times New Roman" w:hAnsi="Times New Roman"/>
        </w:rPr>
        <w:t xml:space="preserve">czestników </w:t>
      </w:r>
      <w:r w:rsidR="007B3E17">
        <w:rPr>
          <w:rFonts w:ascii="Times New Roman" w:hAnsi="Times New Roman"/>
        </w:rPr>
        <w:t xml:space="preserve">na co najmniej </w:t>
      </w:r>
      <w:r w:rsidR="00557663">
        <w:rPr>
          <w:rFonts w:ascii="Times New Roman" w:hAnsi="Times New Roman"/>
        </w:rPr>
        <w:t>7</w:t>
      </w:r>
      <w:r w:rsidRPr="004E6A26">
        <w:rPr>
          <w:rFonts w:ascii="Times New Roman" w:hAnsi="Times New Roman"/>
        </w:rPr>
        <w:t xml:space="preserve"> dni przed </w:t>
      </w:r>
      <w:r w:rsidR="007B3E17">
        <w:rPr>
          <w:rFonts w:ascii="Times New Roman" w:hAnsi="Times New Roman"/>
        </w:rPr>
        <w:t>datą</w:t>
      </w:r>
      <w:r w:rsidR="00557663">
        <w:rPr>
          <w:rFonts w:ascii="Times New Roman" w:hAnsi="Times New Roman"/>
        </w:rPr>
        <w:t xml:space="preserve"> danego</w:t>
      </w:r>
      <w:r w:rsidRPr="004E6A26">
        <w:rPr>
          <w:rFonts w:ascii="Times New Roman" w:hAnsi="Times New Roman"/>
        </w:rPr>
        <w:t xml:space="preserve"> spotkania</w:t>
      </w:r>
      <w:r w:rsidR="00557663">
        <w:rPr>
          <w:rStyle w:val="Odwoanieprzypisudolnego"/>
          <w:rFonts w:ascii="Times New Roman" w:hAnsi="Times New Roman"/>
        </w:rPr>
        <w:footnoteReference w:id="6"/>
      </w:r>
      <w:r w:rsidRPr="004E6A26">
        <w:rPr>
          <w:rFonts w:ascii="Times New Roman" w:hAnsi="Times New Roman"/>
        </w:rPr>
        <w:t>;</w:t>
      </w:r>
    </w:p>
    <w:p w:rsidR="004E6A26" w:rsidRDefault="004E6A26" w:rsidP="004E6A26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4E6A26">
        <w:rPr>
          <w:rFonts w:ascii="Times New Roman" w:hAnsi="Times New Roman"/>
          <w:color w:val="000000"/>
        </w:rPr>
        <w:lastRenderedPageBreak/>
        <w:t>odbioru przedmiotu umowy;</w:t>
      </w:r>
    </w:p>
    <w:p w:rsidR="004E6A26" w:rsidRPr="004E6A26" w:rsidRDefault="004E6A26" w:rsidP="004E6A26">
      <w:pPr>
        <w:pStyle w:val="Normalny1"/>
        <w:numPr>
          <w:ilvl w:val="2"/>
          <w:numId w:val="14"/>
        </w:numPr>
        <w:tabs>
          <w:tab w:val="clear" w:pos="2160"/>
          <w:tab w:val="num" w:pos="851"/>
        </w:tabs>
        <w:spacing w:after="0"/>
        <w:ind w:left="851" w:hanging="425"/>
        <w:jc w:val="both"/>
        <w:rPr>
          <w:rFonts w:ascii="Times New Roman" w:hAnsi="Times New Roman"/>
          <w:color w:val="000000"/>
        </w:rPr>
      </w:pPr>
      <w:r w:rsidRPr="00E229E7">
        <w:rPr>
          <w:rFonts w:ascii="Times New Roman" w:hAnsi="Times New Roman"/>
          <w:color w:val="000000"/>
        </w:rPr>
        <w:t xml:space="preserve">wypłaty wynagrodzenia za wykonanie przedmiotu umowy w wysokości i na warunkach określonych w § </w:t>
      </w:r>
      <w:r w:rsidR="008C243E">
        <w:rPr>
          <w:rFonts w:ascii="Times New Roman" w:hAnsi="Times New Roman"/>
          <w:color w:val="000000"/>
        </w:rPr>
        <w:t>6</w:t>
      </w:r>
      <w:r w:rsidRPr="00E229E7">
        <w:rPr>
          <w:rFonts w:ascii="Times New Roman" w:hAnsi="Times New Roman"/>
          <w:color w:val="000000"/>
        </w:rPr>
        <w:t>.</w:t>
      </w:r>
    </w:p>
    <w:p w:rsidR="003A49A3" w:rsidRDefault="001D79CF" w:rsidP="00C927FA">
      <w:pPr>
        <w:pStyle w:val="Normalny1"/>
        <w:numPr>
          <w:ilvl w:val="0"/>
          <w:numId w:val="18"/>
        </w:numPr>
        <w:spacing w:after="0"/>
        <w:ind w:left="425" w:hanging="425"/>
        <w:jc w:val="both"/>
        <w:rPr>
          <w:rFonts w:ascii="Times New Roman" w:hAnsi="Times New Roman"/>
          <w:color w:val="000000"/>
        </w:rPr>
      </w:pPr>
      <w:r w:rsidRPr="00C831C2">
        <w:rPr>
          <w:rFonts w:ascii="Times New Roman" w:hAnsi="Times New Roman"/>
          <w:color w:val="000000"/>
        </w:rPr>
        <w:t>W</w:t>
      </w:r>
      <w:r w:rsidR="003A49A3" w:rsidRPr="00C831C2">
        <w:rPr>
          <w:rFonts w:ascii="Times New Roman" w:hAnsi="Times New Roman"/>
          <w:color w:val="000000"/>
        </w:rPr>
        <w:t xml:space="preserve"> trakcie </w:t>
      </w:r>
      <w:r w:rsidR="004E6A26">
        <w:rPr>
          <w:rFonts w:ascii="Times New Roman" w:hAnsi="Times New Roman"/>
          <w:color w:val="000000"/>
        </w:rPr>
        <w:t>świadczenia</w:t>
      </w:r>
      <w:r w:rsidR="003A49A3" w:rsidRPr="00C831C2">
        <w:rPr>
          <w:rFonts w:ascii="Times New Roman" w:hAnsi="Times New Roman"/>
          <w:color w:val="000000"/>
        </w:rPr>
        <w:t xml:space="preserve"> przez Wykonawcę</w:t>
      </w:r>
      <w:r w:rsidR="004E6A26">
        <w:rPr>
          <w:rFonts w:ascii="Times New Roman" w:hAnsi="Times New Roman"/>
          <w:color w:val="000000"/>
        </w:rPr>
        <w:t xml:space="preserve"> usług</w:t>
      </w:r>
      <w:r w:rsidR="003A49A3" w:rsidRPr="00C831C2">
        <w:rPr>
          <w:rFonts w:ascii="Times New Roman" w:hAnsi="Times New Roman"/>
          <w:color w:val="000000"/>
        </w:rPr>
        <w:t xml:space="preserve"> Zamawiającemu przysługuje prawo kontroli prawidłowości ich wykonywania. W celu umożliwienia Zamawiającemu realizacji tego prawa, Wykonawca zobowiązany jest umożliwić upoważnionym przedstawicielom Zamawi</w:t>
      </w:r>
      <w:r w:rsidR="004E6A26">
        <w:rPr>
          <w:rFonts w:ascii="Times New Roman" w:hAnsi="Times New Roman"/>
          <w:color w:val="000000"/>
        </w:rPr>
        <w:t>ającego wgląd w sposób świadczenia usług</w:t>
      </w:r>
      <w:r w:rsidR="003A49A3" w:rsidRPr="00C831C2">
        <w:rPr>
          <w:rFonts w:ascii="Times New Roman" w:hAnsi="Times New Roman"/>
          <w:color w:val="000000"/>
        </w:rPr>
        <w:t xml:space="preserve"> - na każde ich żądanie. Ponadto Wykonawca związany jest treścią uwag i wskazówek upoważnionych przedstawicieli Zamawiającego, dotyczących sposobu wykonywania prac z zachowaniem formy pisemnej.</w:t>
      </w:r>
    </w:p>
    <w:p w:rsidR="00E7183A" w:rsidRPr="00E7183A" w:rsidRDefault="00A654C3" w:rsidP="00E7183A">
      <w:pPr>
        <w:pStyle w:val="Normalny1"/>
        <w:numPr>
          <w:ilvl w:val="0"/>
          <w:numId w:val="18"/>
        </w:numPr>
        <w:tabs>
          <w:tab w:val="left" w:pos="426"/>
        </w:tabs>
        <w:spacing w:after="0"/>
        <w:ind w:left="425" w:hanging="425"/>
        <w:jc w:val="both"/>
        <w:rPr>
          <w:rFonts w:ascii="Times New Roman" w:hAnsi="Times New Roman"/>
          <w:color w:val="000000"/>
        </w:rPr>
      </w:pPr>
      <w:r w:rsidRPr="00A654C3">
        <w:rPr>
          <w:rFonts w:ascii="Times New Roman" w:hAnsi="Times New Roman"/>
          <w:color w:val="000000"/>
        </w:rPr>
        <w:t xml:space="preserve">Kontakty Zamawiającego i Wykonawcy w ramach niniejszej umowy, dla swej skuteczności, odbywają się pisemnie w formie papierowej, faxem, jak i pocztą elektroniczną. Brak dochowania tej formy powoduje bezskuteczność dokonanej czynności. Wszelkie ustalenia ustne czy telefoniczne muszą zostać potwierdzone dla swej skuteczności w jednej z wyżej wskazanych form, chyba że </w:t>
      </w:r>
      <w:r w:rsidR="00B877CB">
        <w:rPr>
          <w:rFonts w:ascii="Times New Roman" w:hAnsi="Times New Roman"/>
          <w:color w:val="000000"/>
        </w:rPr>
        <w:t>u</w:t>
      </w:r>
      <w:r w:rsidRPr="00A654C3">
        <w:rPr>
          <w:rFonts w:ascii="Times New Roman" w:hAnsi="Times New Roman"/>
          <w:color w:val="000000"/>
        </w:rPr>
        <w:t>mowa stanowi inaczej.</w:t>
      </w:r>
    </w:p>
    <w:p w:rsidR="00A654C3" w:rsidRPr="00A654C3" w:rsidRDefault="00A654C3" w:rsidP="00C927FA">
      <w:pPr>
        <w:pStyle w:val="Normalny1"/>
        <w:numPr>
          <w:ilvl w:val="0"/>
          <w:numId w:val="18"/>
        </w:numPr>
        <w:tabs>
          <w:tab w:val="left" w:pos="426"/>
        </w:tabs>
        <w:spacing w:after="0"/>
        <w:ind w:left="425" w:hanging="425"/>
        <w:jc w:val="both"/>
        <w:rPr>
          <w:rFonts w:ascii="Times New Roman" w:hAnsi="Times New Roman"/>
          <w:color w:val="000000"/>
        </w:rPr>
      </w:pPr>
      <w:r w:rsidRPr="00A654C3">
        <w:rPr>
          <w:rFonts w:ascii="Times New Roman" w:hAnsi="Times New Roman"/>
          <w:color w:val="000000"/>
        </w:rPr>
        <w:t>Przedstawicielem Wykonawcy do bieżących kontaktów z Zamawiającym wyznacza się: ………………………, tel. ………………, e-mail: ……………………..</w:t>
      </w:r>
    </w:p>
    <w:p w:rsidR="00E229E7" w:rsidRPr="00C831C2" w:rsidRDefault="00A654C3" w:rsidP="00C927FA">
      <w:pPr>
        <w:pStyle w:val="Normalny1"/>
        <w:numPr>
          <w:ilvl w:val="0"/>
          <w:numId w:val="18"/>
        </w:numPr>
        <w:tabs>
          <w:tab w:val="left" w:pos="426"/>
        </w:tabs>
        <w:spacing w:after="0"/>
        <w:ind w:left="425" w:hanging="425"/>
        <w:jc w:val="both"/>
        <w:rPr>
          <w:rFonts w:ascii="Times New Roman" w:hAnsi="Times New Roman"/>
          <w:color w:val="000000"/>
        </w:rPr>
      </w:pPr>
      <w:r w:rsidRPr="00A654C3">
        <w:rPr>
          <w:rFonts w:ascii="Times New Roman" w:hAnsi="Times New Roman"/>
          <w:color w:val="000000"/>
        </w:rPr>
        <w:t>Przedstawicielem Zamawiającego do bieżących kontaktów z Wykonawcą wyznacza się ……………………, tel. …………………, e-mail: …………………..</w:t>
      </w:r>
    </w:p>
    <w:p w:rsidR="001E02A1" w:rsidRDefault="001E02A1" w:rsidP="0040711F">
      <w:pPr>
        <w:spacing w:line="276" w:lineRule="auto"/>
        <w:jc w:val="center"/>
        <w:rPr>
          <w:sz w:val="22"/>
          <w:szCs w:val="22"/>
        </w:rPr>
      </w:pPr>
    </w:p>
    <w:p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</w:rPr>
      </w:pPr>
      <w:r w:rsidRPr="00C831C2">
        <w:rPr>
          <w:b/>
          <w:sz w:val="22"/>
          <w:szCs w:val="22"/>
        </w:rPr>
        <w:t xml:space="preserve">§ </w:t>
      </w:r>
      <w:r w:rsidR="009A15EC" w:rsidRPr="00C831C2">
        <w:rPr>
          <w:b/>
          <w:sz w:val="22"/>
          <w:szCs w:val="22"/>
        </w:rPr>
        <w:t>4</w:t>
      </w:r>
    </w:p>
    <w:p w:rsidR="0085034C" w:rsidRPr="00C831C2" w:rsidRDefault="003A49A3" w:rsidP="0085034C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C831C2">
        <w:rPr>
          <w:b/>
          <w:sz w:val="22"/>
          <w:szCs w:val="22"/>
          <w:u w:val="single"/>
        </w:rPr>
        <w:t>PODWYKONAWSTWO</w:t>
      </w:r>
    </w:p>
    <w:p w:rsidR="0085034C" w:rsidRPr="00C831C2" w:rsidRDefault="0085034C" w:rsidP="0085034C">
      <w:pPr>
        <w:spacing w:line="276" w:lineRule="auto"/>
        <w:jc w:val="center"/>
        <w:rPr>
          <w:b/>
          <w:sz w:val="22"/>
          <w:szCs w:val="22"/>
          <w:u w:val="single"/>
        </w:rPr>
      </w:pPr>
    </w:p>
    <w:p w:rsidR="002D386C" w:rsidRDefault="002D386C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Dla potrzeb realizacji niniejszej umowy, Wykonawca powierza wykonanie części umowy podwykonawcy:</w:t>
      </w:r>
    </w:p>
    <w:p w:rsidR="002D386C" w:rsidRDefault="002D386C" w:rsidP="002D386C">
      <w:pPr>
        <w:pStyle w:val="Normalny1"/>
        <w:autoSpaceDN w:val="0"/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</w:t>
      </w:r>
    </w:p>
    <w:p w:rsidR="000E2576" w:rsidRPr="00C831C2" w:rsidRDefault="000E2576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C831C2">
        <w:rPr>
          <w:rFonts w:ascii="Times New Roman" w:hAnsi="Times New Roman"/>
        </w:rPr>
        <w:t xml:space="preserve">Każde porozumienie, na mocy którego Wykonawca powierza wykonanie części usług osobie trzeciej uważana jest za umowę zawartą z podwykonawcą.  </w:t>
      </w:r>
    </w:p>
    <w:p w:rsidR="000E2576" w:rsidRDefault="000E2576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C831C2">
        <w:rPr>
          <w:rFonts w:ascii="Times New Roman" w:hAnsi="Times New Roman"/>
        </w:rPr>
        <w:t xml:space="preserve">Wykonawca przed zawarciem umowy z podwykonawcą musi uprzednio uzyskać pisemna zgodę Zamawiającego na powierzenie wykonania części zamówienia wskazanego w ofercie konkretnemu podwykonawcy. Podstawa do uzyskania zgody będzie wniosek Wykonawcy przedstawiający cześć zamówienia, którego wykonanie zamierza powierzyć podwykonawcy wraz z wykazaniem zdolności podwykonawcy do jej wykonania. </w:t>
      </w:r>
    </w:p>
    <w:p w:rsidR="0040711F" w:rsidRPr="0040711F" w:rsidRDefault="0040711F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40711F">
        <w:rPr>
          <w:rFonts w:ascii="Times New Roman" w:hAnsi="Times New Roman"/>
          <w:color w:val="000000"/>
        </w:rPr>
        <w:t>Dodatkowo, Strony zgodnie ustalają następujące wymagania dla umów z podwykonawcami lub dalszymi podwykonawcami:</w:t>
      </w:r>
    </w:p>
    <w:p w:rsidR="0040711F" w:rsidRPr="00931D70" w:rsidRDefault="0040711F" w:rsidP="0040711F">
      <w:pPr>
        <w:numPr>
          <w:ilvl w:val="0"/>
          <w:numId w:val="35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color w:val="000000"/>
          <w:sz w:val="22"/>
          <w:szCs w:val="22"/>
        </w:rPr>
      </w:pPr>
      <w:r w:rsidRPr="00931D70">
        <w:rPr>
          <w:color w:val="000000"/>
          <w:sz w:val="22"/>
          <w:szCs w:val="22"/>
        </w:rPr>
        <w:t xml:space="preserve">umowy z podwykonawcami muszą przewidywać, iż </w:t>
      </w:r>
      <w:r>
        <w:rPr>
          <w:sz w:val="22"/>
          <w:szCs w:val="22"/>
          <w:lang w:eastAsia="zh-CN"/>
        </w:rPr>
        <w:t xml:space="preserve">osoby wykonujące </w:t>
      </w:r>
      <w:r>
        <w:rPr>
          <w:sz w:val="22"/>
          <w:szCs w:val="22"/>
        </w:rPr>
        <w:t>czynności</w:t>
      </w:r>
      <w:r w:rsidRPr="002B2C99">
        <w:rPr>
          <w:sz w:val="22"/>
          <w:szCs w:val="22"/>
        </w:rPr>
        <w:t xml:space="preserve"> takie jak: </w:t>
      </w:r>
      <w:r>
        <w:rPr>
          <w:sz w:val="22"/>
          <w:szCs w:val="22"/>
        </w:rPr>
        <w:t>przygotowywanie posiłków, roznoszenie posiłków, sprzątnie</w:t>
      </w:r>
      <w:r w:rsidRPr="00931D70">
        <w:rPr>
          <w:color w:val="000000"/>
          <w:sz w:val="22"/>
          <w:szCs w:val="22"/>
        </w:rPr>
        <w:t>, będą zatrudnieni przez podwykonawcę na podstawie umowy o pracę;</w:t>
      </w:r>
    </w:p>
    <w:p w:rsidR="0040711F" w:rsidRPr="00931D70" w:rsidRDefault="0040711F" w:rsidP="0040711F">
      <w:pPr>
        <w:numPr>
          <w:ilvl w:val="0"/>
          <w:numId w:val="35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color w:val="000000"/>
          <w:sz w:val="22"/>
          <w:szCs w:val="22"/>
        </w:rPr>
      </w:pPr>
      <w:r w:rsidRPr="00931D70">
        <w:rPr>
          <w:color w:val="000000"/>
          <w:sz w:val="22"/>
          <w:szCs w:val="22"/>
        </w:rPr>
        <w:t>umowy z podwykonawcami winny zawierać oświadczenie podwykonawcy, iż pracownicy, którzy będą wykonywali w trakcie realizacji umowy zawartej pomiędzy Wykonawcą i podwykonawcą czynności w zakresie realizacji zamówienia określone w opisie przedmiotu zamówienia, co, do których Zamawiający wymaga, aby osoby je wykonujące zostały zatrudnione na podstawie umowy o pracę, będą zatrudnieni przez podwykonawcę na podstawie umowy o pracę;</w:t>
      </w:r>
    </w:p>
    <w:p w:rsidR="004912C2" w:rsidRPr="004912C2" w:rsidRDefault="004912C2" w:rsidP="004912C2">
      <w:pPr>
        <w:numPr>
          <w:ilvl w:val="0"/>
          <w:numId w:val="35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4"/>
        </w:rPr>
      </w:pPr>
      <w:r w:rsidRPr="004912C2">
        <w:rPr>
          <w:color w:val="000000"/>
          <w:sz w:val="22"/>
          <w:szCs w:val="22"/>
        </w:rPr>
        <w:t xml:space="preserve">umowy z podwykonawcami powinny zawierać zapis, zgodnie, z którym podwykonawca będzie zobowiązany do okazania Zamawiającemu, na każdorazowe wezwanie Zamawiającego, dokumentów potwierdzających fakt zatrudnienia przez podwykonawcę na podstawie umowy o pracę osób wykonujących czynności określone w opisie przedmiotu zamówienia, co, do których Zamawiający </w:t>
      </w:r>
      <w:r w:rsidRPr="004912C2">
        <w:rPr>
          <w:sz w:val="22"/>
          <w:szCs w:val="24"/>
        </w:rPr>
        <w:t xml:space="preserve">wymaga, aby osoby je wykonujące zostały zatrudnione na podstawie umowy o pracę, w szczególności </w:t>
      </w:r>
      <w:r w:rsidRPr="004912C2">
        <w:rPr>
          <w:bCs/>
          <w:sz w:val="22"/>
          <w:szCs w:val="24"/>
        </w:rPr>
        <w:t>w szczególności:</w:t>
      </w:r>
    </w:p>
    <w:p w:rsidR="004912C2" w:rsidRPr="004912C2" w:rsidRDefault="004912C2" w:rsidP="004912C2">
      <w:pPr>
        <w:numPr>
          <w:ilvl w:val="0"/>
          <w:numId w:val="44"/>
        </w:numPr>
        <w:shd w:val="clear" w:color="auto" w:fill="FFFFFF"/>
        <w:suppressAutoHyphens/>
        <w:spacing w:line="276" w:lineRule="auto"/>
        <w:ind w:left="1276" w:right="-1" w:hanging="425"/>
        <w:contextualSpacing/>
        <w:jc w:val="both"/>
        <w:rPr>
          <w:bCs/>
          <w:sz w:val="22"/>
          <w:szCs w:val="24"/>
        </w:rPr>
      </w:pPr>
      <w:r w:rsidRPr="004912C2">
        <w:rPr>
          <w:bCs/>
          <w:sz w:val="22"/>
          <w:szCs w:val="24"/>
        </w:rPr>
        <w:lastRenderedPageBreak/>
        <w:t>oświadczenia podwykonawcy o zatrudnieniu pracownika na podstawie umowy o pracę,</w:t>
      </w:r>
    </w:p>
    <w:p w:rsidR="004912C2" w:rsidRPr="004912C2" w:rsidRDefault="004912C2" w:rsidP="004912C2">
      <w:pPr>
        <w:numPr>
          <w:ilvl w:val="0"/>
          <w:numId w:val="44"/>
        </w:numPr>
        <w:shd w:val="clear" w:color="auto" w:fill="FFFFFF"/>
        <w:suppressAutoHyphens/>
        <w:spacing w:line="276" w:lineRule="auto"/>
        <w:ind w:left="1276" w:right="-1" w:hanging="425"/>
        <w:contextualSpacing/>
        <w:jc w:val="both"/>
        <w:rPr>
          <w:bCs/>
          <w:sz w:val="22"/>
          <w:szCs w:val="24"/>
        </w:rPr>
      </w:pPr>
      <w:r w:rsidRPr="004912C2">
        <w:rPr>
          <w:bCs/>
          <w:sz w:val="22"/>
          <w:szCs w:val="24"/>
        </w:rPr>
        <w:t>poświadczonej za zgodność z oryginałem kopii umowy o pracę zatrudnionego pracownika,</w:t>
      </w:r>
    </w:p>
    <w:p w:rsidR="004912C2" w:rsidRPr="004912C2" w:rsidRDefault="004912C2" w:rsidP="004912C2">
      <w:pPr>
        <w:numPr>
          <w:ilvl w:val="0"/>
          <w:numId w:val="44"/>
        </w:numPr>
        <w:shd w:val="clear" w:color="auto" w:fill="FFFFFF"/>
        <w:suppressAutoHyphens/>
        <w:spacing w:line="276" w:lineRule="auto"/>
        <w:ind w:left="1276" w:right="-1" w:hanging="425"/>
        <w:contextualSpacing/>
        <w:jc w:val="both"/>
        <w:rPr>
          <w:bCs/>
          <w:sz w:val="22"/>
          <w:szCs w:val="24"/>
        </w:rPr>
      </w:pPr>
      <w:r w:rsidRPr="004912C2">
        <w:rPr>
          <w:bCs/>
          <w:sz w:val="22"/>
          <w:szCs w:val="24"/>
        </w:rPr>
        <w:t>innych dokumentów</w:t>
      </w:r>
    </w:p>
    <w:p w:rsidR="0040711F" w:rsidRDefault="004912C2" w:rsidP="004912C2">
      <w:pPr>
        <w:shd w:val="clear" w:color="auto" w:fill="FFFFFF"/>
        <w:suppressAutoHyphens/>
        <w:spacing w:line="276" w:lineRule="auto"/>
        <w:ind w:left="851" w:right="-1"/>
        <w:contextualSpacing/>
        <w:jc w:val="both"/>
        <w:rPr>
          <w:color w:val="000000"/>
          <w:sz w:val="22"/>
          <w:szCs w:val="22"/>
        </w:rPr>
      </w:pPr>
      <w:r w:rsidRPr="004912C2">
        <w:rPr>
          <w:bCs/>
          <w:sz w:val="22"/>
          <w:szCs w:val="24"/>
        </w:rPr>
        <w:t>– zawierających informacje, w tym dane osobowe, niezbędne do weryfikacji zatrudnienia na podstawie umowy o pracę, w szczególności imię i nazwisko zatrudnionego pracownika, datę zawarcia umowy o pracę, rodzaj umowy o pracę oraz zakres obowiązków pracownika</w:t>
      </w:r>
      <w:r w:rsidRPr="004912C2">
        <w:rPr>
          <w:color w:val="000000"/>
          <w:sz w:val="22"/>
          <w:szCs w:val="22"/>
        </w:rPr>
        <w:t>;</w:t>
      </w:r>
    </w:p>
    <w:p w:rsidR="0040711F" w:rsidRPr="0040711F" w:rsidRDefault="0040711F" w:rsidP="0040711F">
      <w:pPr>
        <w:numPr>
          <w:ilvl w:val="0"/>
          <w:numId w:val="35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color w:val="000000"/>
          <w:sz w:val="22"/>
          <w:szCs w:val="22"/>
        </w:rPr>
      </w:pPr>
      <w:r w:rsidRPr="00931D70">
        <w:rPr>
          <w:color w:val="000000"/>
          <w:sz w:val="22"/>
          <w:szCs w:val="22"/>
        </w:rPr>
        <w:t xml:space="preserve">umowy z podwykonawcami winny zawierać zapis, zgodnie, z którym, w przypadku ujawnienia niespełnienia wymogu zatrudnienia przez podwykonawcę na podstawie umowy o pracę osób wykonujących czynności w trakcie realizacji umowy zawartej pomiędzy Wykonawcą i podwykonawcą czynności w zakresie realizacji zamówienia określonych w opisie przedmiotu zamówienia, co, do których Zamawiający wymaga, aby osoby je wykonujące zostały zatrudnione na podstawie umowy o pracę, podwykonawca zobowiązany będzie do zatrudnienia na umowę o pracę osoby, której dotyczy uchybienie w terminie nie dłuższym niż 7 dni od daty ujawnienia uchybienia i do okazania Wykonawcy i Zamawiającemu dokumentów potwierdzających </w:t>
      </w:r>
      <w:r w:rsidRPr="00B15FC0">
        <w:rPr>
          <w:sz w:val="22"/>
          <w:szCs w:val="24"/>
        </w:rPr>
        <w:t>zatrudnienie powyższej osoby na umowę o pracę, w szczególności zanonimizowanej umowy o pracę, zaświadczenia właściwego oddziału ZUS lub zanonimizowanych dowodów potwierdzających zgłoszenie pracownika przez pracodawcę do ubezpieczeń, czy też wydane pracownikowi zanonimizowane potwierdzenie warunków zatrudnienia</w:t>
      </w:r>
      <w:r>
        <w:rPr>
          <w:sz w:val="22"/>
          <w:szCs w:val="24"/>
        </w:rPr>
        <w:t xml:space="preserve"> - </w:t>
      </w:r>
      <w:r>
        <w:rPr>
          <w:bCs/>
          <w:sz w:val="22"/>
          <w:szCs w:val="22"/>
        </w:rPr>
        <w:t>określających imię i nazwisko pracownika, datę zawarcia umowy, rodzaj umowy o pracę i wymiar etatu</w:t>
      </w:r>
      <w:r w:rsidRPr="00931D70">
        <w:rPr>
          <w:color w:val="000000"/>
          <w:sz w:val="22"/>
          <w:szCs w:val="22"/>
        </w:rPr>
        <w:t>.</w:t>
      </w:r>
    </w:p>
    <w:p w:rsidR="000E2576" w:rsidRPr="00C831C2" w:rsidRDefault="000E2576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C831C2">
        <w:rPr>
          <w:rFonts w:ascii="Times New Roman" w:hAnsi="Times New Roman"/>
        </w:rPr>
        <w:t xml:space="preserve">Zamawiający powiadomi Wykonawcę o swojej decyzji w terminie 14 dni, licząc od dnia otrzymania wniosku, z podaniem powodów, w przypadku odmowy udzielenia zgody. </w:t>
      </w:r>
    </w:p>
    <w:p w:rsidR="000E2576" w:rsidRPr="00C831C2" w:rsidRDefault="000E2576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C831C2">
        <w:rPr>
          <w:rFonts w:ascii="Times New Roman" w:hAnsi="Times New Roman"/>
        </w:rPr>
        <w:t xml:space="preserve">Wykonawca ponosi odpowiedzialność za działania, uchybienia i zaniedbania swoich podwykonawców, tak jak gdyby były to działania, uchybienia lub zaniedbania samego Wykonawcy. </w:t>
      </w:r>
    </w:p>
    <w:p w:rsidR="000E2576" w:rsidRPr="00C831C2" w:rsidRDefault="000E2576" w:rsidP="00C927FA">
      <w:pPr>
        <w:pStyle w:val="Normalny1"/>
        <w:numPr>
          <w:ilvl w:val="0"/>
          <w:numId w:val="6"/>
        </w:numPr>
        <w:tabs>
          <w:tab w:val="clear" w:pos="720"/>
        </w:tabs>
        <w:autoSpaceDN w:val="0"/>
        <w:spacing w:after="0"/>
        <w:ind w:left="426" w:hanging="426"/>
        <w:jc w:val="both"/>
        <w:rPr>
          <w:rFonts w:ascii="Times New Roman" w:hAnsi="Times New Roman"/>
        </w:rPr>
      </w:pPr>
      <w:r w:rsidRPr="00C831C2">
        <w:rPr>
          <w:rFonts w:ascii="Times New Roman" w:hAnsi="Times New Roman"/>
        </w:rPr>
        <w:t xml:space="preserve">Zgoda Zamawiającego na wykonanie jakiejkolwiek części umowy przez podwykonawcę nie zwalania Wykonawcy z jakichkolwiek jego zobowiązań wynikających z niniejszej umowy. </w:t>
      </w:r>
    </w:p>
    <w:p w:rsidR="0085034C" w:rsidRPr="00C831C2" w:rsidRDefault="000E2576" w:rsidP="00C927FA">
      <w:pPr>
        <w:pStyle w:val="Normalny1"/>
        <w:numPr>
          <w:ilvl w:val="0"/>
          <w:numId w:val="6"/>
        </w:numPr>
        <w:tabs>
          <w:tab w:val="clear" w:pos="720"/>
        </w:tabs>
        <w:suppressAutoHyphens w:val="0"/>
        <w:autoSpaceDN w:val="0"/>
        <w:spacing w:after="0"/>
        <w:ind w:left="426" w:hanging="426"/>
        <w:jc w:val="both"/>
        <w:textAlignment w:val="auto"/>
        <w:rPr>
          <w:rFonts w:ascii="Times New Roman" w:hAnsi="Times New Roman"/>
        </w:rPr>
      </w:pPr>
      <w:r w:rsidRPr="00C831C2">
        <w:rPr>
          <w:rFonts w:ascii="Times New Roman" w:hAnsi="Times New Roman"/>
        </w:rPr>
        <w:t>Usługi powierzone podwykonawcy przez Wykonawcę nie mogą zostać powierzone przez podwykonawcę osobie trzeciej bez uprzedniej zgody Zamawiającego wyrażonej na piśmie pod rygorem nieważności.</w:t>
      </w:r>
    </w:p>
    <w:p w:rsidR="0040711F" w:rsidRDefault="0040711F" w:rsidP="00A654C3">
      <w:pPr>
        <w:spacing w:line="276" w:lineRule="auto"/>
        <w:jc w:val="center"/>
        <w:rPr>
          <w:b/>
          <w:sz w:val="22"/>
          <w:szCs w:val="22"/>
        </w:rPr>
      </w:pP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8C243E">
        <w:rPr>
          <w:b/>
          <w:sz w:val="22"/>
          <w:szCs w:val="22"/>
        </w:rPr>
        <w:t>5</w:t>
      </w: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A654C3">
        <w:rPr>
          <w:b/>
          <w:sz w:val="22"/>
          <w:szCs w:val="22"/>
          <w:u w:val="single"/>
        </w:rPr>
        <w:t>ODBIÓR PRZEDMIOTU UMOWY</w:t>
      </w: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</w:p>
    <w:p w:rsidR="00A654C3" w:rsidRPr="00A654C3" w:rsidRDefault="00A654C3" w:rsidP="00C927FA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Zamawiający zobowiązuje się d</w:t>
      </w:r>
      <w:r w:rsidR="008C243E">
        <w:rPr>
          <w:sz w:val="22"/>
          <w:szCs w:val="22"/>
        </w:rPr>
        <w:t>okonywać odbiorów częściowych spotkań zorganizowanych przez Wykonawcę w ramach przedmiotu umowy</w:t>
      </w:r>
      <w:r w:rsidRPr="00A654C3">
        <w:rPr>
          <w:sz w:val="22"/>
          <w:szCs w:val="22"/>
        </w:rPr>
        <w:t xml:space="preserve">. Stwierdzenie prawidłowego </w:t>
      </w:r>
      <w:r w:rsidR="008C243E">
        <w:rPr>
          <w:sz w:val="22"/>
          <w:szCs w:val="22"/>
        </w:rPr>
        <w:t>zorganizowania</w:t>
      </w:r>
      <w:r w:rsidRPr="00A654C3">
        <w:rPr>
          <w:sz w:val="22"/>
          <w:szCs w:val="22"/>
        </w:rPr>
        <w:t xml:space="preserve"> przez Wykonawcę </w:t>
      </w:r>
      <w:r w:rsidR="008C243E">
        <w:rPr>
          <w:sz w:val="22"/>
          <w:szCs w:val="22"/>
        </w:rPr>
        <w:t>danego spotkania</w:t>
      </w:r>
      <w:r w:rsidRPr="00A654C3">
        <w:rPr>
          <w:sz w:val="22"/>
          <w:szCs w:val="22"/>
        </w:rPr>
        <w:t xml:space="preserve">, następuje poprzez spisanie przez strony stosownego </w:t>
      </w:r>
      <w:r w:rsidRPr="00A654C3">
        <w:rPr>
          <w:b/>
          <w:sz w:val="22"/>
          <w:szCs w:val="22"/>
        </w:rPr>
        <w:t>protokołu odbioru częściowego</w:t>
      </w:r>
      <w:r w:rsidRPr="00A654C3">
        <w:rPr>
          <w:sz w:val="22"/>
          <w:szCs w:val="22"/>
        </w:rPr>
        <w:t>.</w:t>
      </w:r>
    </w:p>
    <w:p w:rsidR="00A654C3" w:rsidRPr="00A654C3" w:rsidRDefault="00A654C3" w:rsidP="00C927FA">
      <w:pPr>
        <w:numPr>
          <w:ilvl w:val="0"/>
          <w:numId w:val="26"/>
        </w:numPr>
        <w:tabs>
          <w:tab w:val="clear" w:pos="720"/>
          <w:tab w:val="num" w:pos="426"/>
          <w:tab w:val="num" w:pos="3981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Końcowy odbiór całego przedmiotu umowy nastąpi na podstawie protokołów odbioru częściowego i zostanie stwierdzony podpisaniem </w:t>
      </w:r>
      <w:r w:rsidR="009D166A">
        <w:rPr>
          <w:b/>
          <w:sz w:val="22"/>
          <w:szCs w:val="22"/>
        </w:rPr>
        <w:t>k</w:t>
      </w:r>
      <w:r w:rsidRPr="00A654C3">
        <w:rPr>
          <w:b/>
          <w:sz w:val="22"/>
          <w:szCs w:val="22"/>
        </w:rPr>
        <w:t>ońcowego protokołu odbioru całego przedmiotu umowy</w:t>
      </w:r>
      <w:r w:rsidRPr="00A654C3">
        <w:rPr>
          <w:sz w:val="22"/>
          <w:szCs w:val="22"/>
        </w:rPr>
        <w:t xml:space="preserve"> przez obie strony umowy. </w:t>
      </w:r>
      <w:r w:rsidR="00717F93">
        <w:rPr>
          <w:sz w:val="22"/>
          <w:szCs w:val="22"/>
        </w:rPr>
        <w:t>Strony spiszą powyższy protokół po prawidłowym zorganizowaniu przez Wykonawcę ostatniego ze spotkań objętych umową.</w:t>
      </w:r>
    </w:p>
    <w:p w:rsidR="00E17058" w:rsidRDefault="00E17058" w:rsidP="00A654C3">
      <w:pPr>
        <w:spacing w:line="276" w:lineRule="auto"/>
        <w:jc w:val="center"/>
        <w:rPr>
          <w:b/>
          <w:sz w:val="22"/>
          <w:szCs w:val="22"/>
        </w:rPr>
      </w:pP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</w:rPr>
      </w:pPr>
      <w:r w:rsidRPr="00A654C3">
        <w:rPr>
          <w:b/>
          <w:sz w:val="22"/>
          <w:szCs w:val="22"/>
        </w:rPr>
        <w:t xml:space="preserve">§ </w:t>
      </w:r>
      <w:r w:rsidR="008C243E">
        <w:rPr>
          <w:b/>
          <w:sz w:val="22"/>
          <w:szCs w:val="22"/>
        </w:rPr>
        <w:t>6</w:t>
      </w: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A654C3">
        <w:rPr>
          <w:b/>
          <w:sz w:val="22"/>
          <w:szCs w:val="22"/>
          <w:u w:val="single"/>
        </w:rPr>
        <w:t>WYNAGRODZENIE</w:t>
      </w: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</w:p>
    <w:p w:rsidR="00A654C3" w:rsidRPr="00E90106" w:rsidRDefault="00A654C3" w:rsidP="001E02A1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Za wykonanie całości przedmiotu </w:t>
      </w:r>
      <w:r w:rsidR="00AE3611">
        <w:rPr>
          <w:sz w:val="22"/>
          <w:szCs w:val="22"/>
        </w:rPr>
        <w:t>u</w:t>
      </w:r>
      <w:r w:rsidRPr="00A654C3">
        <w:rPr>
          <w:sz w:val="22"/>
          <w:szCs w:val="22"/>
        </w:rPr>
        <w:t xml:space="preserve">mowy ustala się łączne wynagrodzenie w kwocie </w:t>
      </w:r>
      <w:r w:rsidR="00202D0F">
        <w:rPr>
          <w:sz w:val="22"/>
          <w:szCs w:val="22"/>
        </w:rPr>
        <w:t xml:space="preserve">nie wyższej </w:t>
      </w:r>
      <w:r w:rsidRPr="00A654C3">
        <w:rPr>
          <w:sz w:val="22"/>
          <w:szCs w:val="22"/>
        </w:rPr>
        <w:t>(wartość przedmiotu umowy)</w:t>
      </w:r>
      <w:r w:rsidR="00202D0F">
        <w:rPr>
          <w:sz w:val="22"/>
          <w:szCs w:val="22"/>
        </w:rPr>
        <w:t xml:space="preserve"> niż</w:t>
      </w:r>
      <w:r w:rsidRPr="00A654C3">
        <w:rPr>
          <w:sz w:val="22"/>
          <w:szCs w:val="22"/>
        </w:rPr>
        <w:t xml:space="preserve"> ………………..  zł </w:t>
      </w:r>
      <w:r w:rsidR="00202D0F" w:rsidRPr="00A654C3">
        <w:rPr>
          <w:sz w:val="22"/>
          <w:szCs w:val="22"/>
        </w:rPr>
        <w:t xml:space="preserve">netto </w:t>
      </w:r>
      <w:r w:rsidRPr="00A654C3">
        <w:rPr>
          <w:sz w:val="22"/>
          <w:szCs w:val="22"/>
        </w:rPr>
        <w:t xml:space="preserve">(słownie: …………………………) </w:t>
      </w:r>
      <w:r w:rsidRPr="00A654C3">
        <w:rPr>
          <w:sz w:val="22"/>
          <w:szCs w:val="22"/>
        </w:rPr>
        <w:lastRenderedPageBreak/>
        <w:t>plus należny podatek VAT w kwocie ………………………. (słownie: …………………………), tj. kwota brutto ………………….. zł  (słownie: …………………………..)</w:t>
      </w:r>
      <w:r w:rsidR="001E02A1">
        <w:rPr>
          <w:sz w:val="22"/>
          <w:szCs w:val="22"/>
        </w:rPr>
        <w:t>.</w:t>
      </w:r>
    </w:p>
    <w:p w:rsidR="00A654C3" w:rsidRPr="008C243E" w:rsidRDefault="00A654C3" w:rsidP="008C243E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W</w:t>
      </w:r>
      <w:r w:rsidR="008C243E">
        <w:rPr>
          <w:sz w:val="22"/>
          <w:szCs w:val="22"/>
        </w:rPr>
        <w:t>ynagrodzenie płatne będzie Wykonawcy w transzach po prawidłowym wykonaniu każdeg</w:t>
      </w:r>
      <w:r w:rsidR="000039D3">
        <w:rPr>
          <w:sz w:val="22"/>
          <w:szCs w:val="22"/>
        </w:rPr>
        <w:t>o spotkania, w kwocie stanowiącej</w:t>
      </w:r>
      <w:r w:rsidR="008C243E">
        <w:rPr>
          <w:sz w:val="22"/>
          <w:szCs w:val="22"/>
        </w:rPr>
        <w:t xml:space="preserve"> </w:t>
      </w:r>
      <w:r w:rsidR="000039D3">
        <w:rPr>
          <w:sz w:val="22"/>
          <w:szCs w:val="22"/>
        </w:rPr>
        <w:t xml:space="preserve">iloczyn liczby osób </w:t>
      </w:r>
      <w:r w:rsidR="00AD41C5">
        <w:rPr>
          <w:sz w:val="22"/>
          <w:szCs w:val="22"/>
        </w:rPr>
        <w:t>potwierdzonych przez Zamawiającego przed</w:t>
      </w:r>
      <w:r w:rsidR="000039D3">
        <w:rPr>
          <w:sz w:val="22"/>
          <w:szCs w:val="22"/>
        </w:rPr>
        <w:t xml:space="preserve">  </w:t>
      </w:r>
      <w:r w:rsidR="000039D3" w:rsidRPr="0088587B">
        <w:rPr>
          <w:i/>
          <w:sz w:val="22"/>
          <w:szCs w:val="22"/>
        </w:rPr>
        <w:t>spotkani</w:t>
      </w:r>
      <w:r w:rsidR="00AD41C5">
        <w:rPr>
          <w:i/>
          <w:sz w:val="22"/>
          <w:szCs w:val="22"/>
        </w:rPr>
        <w:t>em</w:t>
      </w:r>
      <w:r w:rsidR="0088587B" w:rsidRPr="0088587B">
        <w:rPr>
          <w:i/>
          <w:sz w:val="22"/>
          <w:szCs w:val="22"/>
        </w:rPr>
        <w:t xml:space="preserve"> lub zajęcia</w:t>
      </w:r>
      <w:r w:rsidR="00AD41C5">
        <w:rPr>
          <w:i/>
          <w:sz w:val="22"/>
          <w:szCs w:val="22"/>
        </w:rPr>
        <w:t>mi</w:t>
      </w:r>
      <w:r w:rsidR="0088587B">
        <w:rPr>
          <w:rStyle w:val="Odwoanieprzypisudolnego"/>
          <w:sz w:val="22"/>
          <w:szCs w:val="22"/>
        </w:rPr>
        <w:footnoteReference w:id="7"/>
      </w:r>
      <w:r w:rsidR="000039D3">
        <w:rPr>
          <w:sz w:val="22"/>
          <w:szCs w:val="22"/>
        </w:rPr>
        <w:t xml:space="preserve">, </w:t>
      </w:r>
      <w:r w:rsidR="001E02A1">
        <w:rPr>
          <w:sz w:val="22"/>
          <w:szCs w:val="22"/>
        </w:rPr>
        <w:t xml:space="preserve">zakresem świadczonej usługi </w:t>
      </w:r>
      <w:r w:rsidR="000039D3">
        <w:rPr>
          <w:sz w:val="22"/>
          <w:szCs w:val="22"/>
        </w:rPr>
        <w:t>oraz odpowiedniej ce</w:t>
      </w:r>
      <w:r w:rsidR="00DB6A63">
        <w:rPr>
          <w:sz w:val="22"/>
          <w:szCs w:val="22"/>
        </w:rPr>
        <w:t xml:space="preserve">ny jednostkowej </w:t>
      </w:r>
      <w:r w:rsidR="001E02A1">
        <w:rPr>
          <w:sz w:val="22"/>
          <w:szCs w:val="22"/>
        </w:rPr>
        <w:t>zawartej w ofercie Wykonawcy, stanowiącej Załącznik nr 2 do niniejszej umowy</w:t>
      </w:r>
      <w:r w:rsidR="000039D3">
        <w:rPr>
          <w:sz w:val="22"/>
          <w:szCs w:val="22"/>
        </w:rPr>
        <w:t>.</w:t>
      </w:r>
      <w:r w:rsidR="008C243E">
        <w:rPr>
          <w:sz w:val="22"/>
          <w:szCs w:val="22"/>
        </w:rPr>
        <w:t xml:space="preserve"> </w:t>
      </w:r>
    </w:p>
    <w:p w:rsidR="00A654C3" w:rsidRDefault="00A654C3" w:rsidP="00C927FA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Podstawą do wystawienia przez Wykonawcę faktur będą podpisane przez obie strony protokoły odbioru częściowego</w:t>
      </w:r>
      <w:r w:rsidR="009D166A">
        <w:rPr>
          <w:sz w:val="22"/>
          <w:szCs w:val="22"/>
        </w:rPr>
        <w:t xml:space="preserve"> albo </w:t>
      </w:r>
      <w:r w:rsidR="009D166A" w:rsidRPr="009D166A">
        <w:rPr>
          <w:sz w:val="22"/>
          <w:szCs w:val="22"/>
        </w:rPr>
        <w:t>k</w:t>
      </w:r>
      <w:r w:rsidR="00BC183B">
        <w:rPr>
          <w:sz w:val="22"/>
          <w:szCs w:val="22"/>
        </w:rPr>
        <w:t>ońcowy protokół</w:t>
      </w:r>
      <w:r w:rsidR="009D166A" w:rsidRPr="009D166A">
        <w:rPr>
          <w:sz w:val="22"/>
          <w:szCs w:val="22"/>
        </w:rPr>
        <w:t xml:space="preserve"> odbioru całego przedmiotu umowy</w:t>
      </w:r>
      <w:r w:rsidRPr="00A654C3">
        <w:rPr>
          <w:sz w:val="22"/>
          <w:szCs w:val="22"/>
        </w:rPr>
        <w:t xml:space="preserve">, o których mowa w § </w:t>
      </w:r>
      <w:r w:rsidR="008C243E">
        <w:rPr>
          <w:sz w:val="22"/>
          <w:szCs w:val="22"/>
        </w:rPr>
        <w:t>5</w:t>
      </w:r>
      <w:r w:rsidRPr="00A654C3">
        <w:rPr>
          <w:sz w:val="22"/>
          <w:szCs w:val="22"/>
        </w:rPr>
        <w:t xml:space="preserve"> umowy. </w:t>
      </w:r>
    </w:p>
    <w:p w:rsidR="001E02A1" w:rsidRPr="00A654C3" w:rsidRDefault="001E02A1" w:rsidP="00C927FA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Każda f</w:t>
      </w:r>
      <w:r w:rsidRPr="001E02A1">
        <w:rPr>
          <w:sz w:val="22"/>
          <w:szCs w:val="22"/>
        </w:rPr>
        <w:t>aktura</w:t>
      </w:r>
      <w:r>
        <w:rPr>
          <w:sz w:val="22"/>
          <w:szCs w:val="22"/>
        </w:rPr>
        <w:t xml:space="preserve"> / rachunek powinny</w:t>
      </w:r>
      <w:r w:rsidRPr="001E02A1">
        <w:rPr>
          <w:sz w:val="22"/>
          <w:szCs w:val="22"/>
        </w:rPr>
        <w:t xml:space="preserve"> zawierać oznaczenie, że „Prace/usługa wykonane/a zostały/a w ramach projektu nr.: POIS.02.04.00-00-0180/16 pn.: „Ochrona zagrożonych gatunków i siedlisk chronionych w ramach sieci Natura 2000w Małopolsce””.</w:t>
      </w:r>
    </w:p>
    <w:p w:rsidR="00A654C3" w:rsidRPr="00A654C3" w:rsidRDefault="00A654C3" w:rsidP="00C927FA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Wynagrodzenie za wykonanie umowy, w tym również </w:t>
      </w:r>
      <w:r w:rsidR="00BC183B">
        <w:rPr>
          <w:sz w:val="22"/>
          <w:szCs w:val="22"/>
        </w:rPr>
        <w:t>poszczególne</w:t>
      </w:r>
      <w:r w:rsidRPr="00A654C3">
        <w:rPr>
          <w:sz w:val="22"/>
          <w:szCs w:val="22"/>
        </w:rPr>
        <w:t xml:space="preserve"> transze, uwzględniają wszystkie wymagania stawiane przez Zamawiającego związane z prawidłowym wykonaniem umowy, wszelkie zobowiązania Wykonawcy oraz obejmują wszystkie ewentualne dodatkowe stanowiące, ryzyko Wykonawcy koszty, jakie poniesie Wykonawca z tytułu należytej oraz zgodnej z obowiązującymi przepisami realizacji całości przedmiotu umowy. </w:t>
      </w:r>
    </w:p>
    <w:p w:rsidR="00A654C3" w:rsidRPr="00A654C3" w:rsidRDefault="00A654C3" w:rsidP="00C927FA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Zamawiający zapłaci Wykonawcy wynagrodzenie przelewem bankowym w ciągu</w:t>
      </w:r>
      <w:r w:rsidR="00C36072">
        <w:rPr>
          <w:sz w:val="22"/>
          <w:szCs w:val="22"/>
        </w:rPr>
        <w:t xml:space="preserve"> 30 dni</w:t>
      </w:r>
      <w:r w:rsidRPr="00A654C3">
        <w:rPr>
          <w:sz w:val="22"/>
          <w:szCs w:val="22"/>
        </w:rPr>
        <w:t xml:space="preserve"> od daty otrzymania prawidłowo wystawionej faktury. W razie wystąpienia zwłoki w przekazaniu przez Zamawiającego wynagrodzenia, Wykonawcy przysługują odsetki ustawowe.</w:t>
      </w:r>
    </w:p>
    <w:p w:rsidR="00A654C3" w:rsidRPr="00A654C3" w:rsidRDefault="00A654C3" w:rsidP="00C927FA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Strony uzgadniają, że miejscem spełnienia świadczenia pieniężnego jest bank Zamawiającego, a za datę jego wykonania uznaje się dzień obciążenia rachunku Zamawiającego w tym banku.</w:t>
      </w:r>
    </w:p>
    <w:p w:rsidR="00BE2F7E" w:rsidRDefault="00BE2F7E" w:rsidP="00A654C3">
      <w:pPr>
        <w:tabs>
          <w:tab w:val="left" w:pos="3915"/>
        </w:tabs>
        <w:spacing w:line="276" w:lineRule="auto"/>
        <w:jc w:val="center"/>
        <w:rPr>
          <w:b/>
          <w:sz w:val="22"/>
          <w:szCs w:val="22"/>
        </w:rPr>
      </w:pPr>
    </w:p>
    <w:p w:rsidR="00A654C3" w:rsidRPr="00A654C3" w:rsidRDefault="00A654C3" w:rsidP="00A654C3">
      <w:pPr>
        <w:tabs>
          <w:tab w:val="left" w:pos="3915"/>
        </w:tabs>
        <w:spacing w:line="276" w:lineRule="auto"/>
        <w:jc w:val="center"/>
        <w:rPr>
          <w:b/>
          <w:sz w:val="22"/>
          <w:szCs w:val="22"/>
        </w:rPr>
      </w:pPr>
      <w:r w:rsidRPr="00A654C3">
        <w:rPr>
          <w:b/>
          <w:sz w:val="22"/>
          <w:szCs w:val="22"/>
        </w:rPr>
        <w:t xml:space="preserve">§ </w:t>
      </w:r>
      <w:r w:rsidR="006C1475">
        <w:rPr>
          <w:b/>
          <w:sz w:val="22"/>
          <w:szCs w:val="22"/>
        </w:rPr>
        <w:t>7</w:t>
      </w: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A654C3">
        <w:rPr>
          <w:b/>
          <w:sz w:val="22"/>
          <w:szCs w:val="22"/>
          <w:u w:val="single"/>
        </w:rPr>
        <w:t>KARY UMOWNE</w:t>
      </w: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</w:p>
    <w:p w:rsidR="00A654C3" w:rsidRPr="00A654C3" w:rsidRDefault="00A654C3" w:rsidP="00C927FA">
      <w:pPr>
        <w:numPr>
          <w:ilvl w:val="0"/>
          <w:numId w:val="24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Strony ustalają, że Zamawiający będzie mógł naliczyć Wykonawcy kary umowne w następujących przypadkach:</w:t>
      </w:r>
    </w:p>
    <w:p w:rsidR="00A654C3" w:rsidRDefault="00A654C3" w:rsidP="00C927FA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w przypadku zwłoki w </w:t>
      </w:r>
      <w:r w:rsidR="008C243E">
        <w:rPr>
          <w:sz w:val="22"/>
          <w:szCs w:val="22"/>
        </w:rPr>
        <w:t>zorganizowaniu przez Wykonawcę poszczególnych spotkań</w:t>
      </w:r>
      <w:r w:rsidRPr="00A654C3">
        <w:rPr>
          <w:sz w:val="22"/>
          <w:szCs w:val="22"/>
        </w:rPr>
        <w:t xml:space="preserve"> w stosunku do terminów ustalonych </w:t>
      </w:r>
      <w:r w:rsidR="008C243E">
        <w:rPr>
          <w:sz w:val="22"/>
          <w:szCs w:val="22"/>
        </w:rPr>
        <w:t>przez strony, na zasadach wskazanych w umowie</w:t>
      </w:r>
      <w:r w:rsidRPr="00A654C3">
        <w:rPr>
          <w:sz w:val="22"/>
          <w:szCs w:val="22"/>
        </w:rPr>
        <w:t xml:space="preserve"> – w wysokości 0,0</w:t>
      </w:r>
      <w:r w:rsidR="008C243E">
        <w:rPr>
          <w:sz w:val="22"/>
          <w:szCs w:val="22"/>
        </w:rPr>
        <w:t>1</w:t>
      </w:r>
      <w:r w:rsidRPr="00A654C3">
        <w:rPr>
          <w:sz w:val="22"/>
          <w:szCs w:val="22"/>
        </w:rPr>
        <w:t xml:space="preserve"> % </w:t>
      </w:r>
      <w:r w:rsidR="00C36072">
        <w:rPr>
          <w:sz w:val="22"/>
          <w:szCs w:val="22"/>
        </w:rPr>
        <w:t xml:space="preserve">wartość wynagrodzenia za organizację danego spotkania, obliczoną na zasadach wskazanych </w:t>
      </w:r>
      <w:r w:rsidR="00C36072" w:rsidRPr="00A654C3">
        <w:rPr>
          <w:sz w:val="22"/>
          <w:szCs w:val="22"/>
        </w:rPr>
        <w:t xml:space="preserve">w § </w:t>
      </w:r>
      <w:r w:rsidR="00C36072">
        <w:rPr>
          <w:sz w:val="22"/>
          <w:szCs w:val="22"/>
        </w:rPr>
        <w:t>6</w:t>
      </w:r>
      <w:r w:rsidR="00C36072" w:rsidRPr="00A654C3">
        <w:rPr>
          <w:sz w:val="22"/>
          <w:szCs w:val="22"/>
        </w:rPr>
        <w:t xml:space="preserve"> ust. </w:t>
      </w:r>
      <w:r w:rsidR="00C36072">
        <w:rPr>
          <w:sz w:val="22"/>
          <w:szCs w:val="22"/>
        </w:rPr>
        <w:t>3</w:t>
      </w:r>
      <w:r w:rsidRPr="00A654C3">
        <w:rPr>
          <w:sz w:val="22"/>
          <w:szCs w:val="22"/>
        </w:rPr>
        <w:t xml:space="preserve"> - za </w:t>
      </w:r>
      <w:r w:rsidR="008C243E">
        <w:rPr>
          <w:sz w:val="22"/>
          <w:szCs w:val="22"/>
        </w:rPr>
        <w:t xml:space="preserve">każdą </w:t>
      </w:r>
      <w:r w:rsidR="00717F93">
        <w:rPr>
          <w:sz w:val="22"/>
          <w:szCs w:val="22"/>
        </w:rPr>
        <w:t xml:space="preserve">pełną </w:t>
      </w:r>
      <w:r w:rsidR="008C243E">
        <w:rPr>
          <w:sz w:val="22"/>
          <w:szCs w:val="22"/>
        </w:rPr>
        <w:t>godzinę opóźnienia w rozpoczęciu danego spotkania z przyczyn zależnych od Wykonawcy</w:t>
      </w:r>
      <w:r w:rsidRPr="00A654C3">
        <w:rPr>
          <w:sz w:val="22"/>
          <w:szCs w:val="22"/>
        </w:rPr>
        <w:t>,</w:t>
      </w:r>
    </w:p>
    <w:p w:rsidR="00A654C3" w:rsidRDefault="00A654C3" w:rsidP="00C927FA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w przypadku naruszenia obowiązków umownych określonych w niniejszej umowie – w wysokości 0,1 % wynagrodzenia brutto należnego Wykonawcy na podstawie w § </w:t>
      </w:r>
      <w:r w:rsidR="006C1475">
        <w:rPr>
          <w:sz w:val="22"/>
          <w:szCs w:val="22"/>
        </w:rPr>
        <w:t>6</w:t>
      </w:r>
      <w:r w:rsidRPr="00A654C3">
        <w:rPr>
          <w:sz w:val="22"/>
          <w:szCs w:val="22"/>
        </w:rPr>
        <w:t xml:space="preserve"> ust. 1 za każdy przypadek takiego naruszenia,</w:t>
      </w:r>
    </w:p>
    <w:p w:rsidR="00202D0F" w:rsidRDefault="00BB6132" w:rsidP="00C927FA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w przypadku </w:t>
      </w:r>
      <w:r>
        <w:rPr>
          <w:sz w:val="22"/>
          <w:szCs w:val="22"/>
        </w:rPr>
        <w:t xml:space="preserve">realizacji spotkania z naruszeniem minimalnych odległości od </w:t>
      </w:r>
      <w:r w:rsidR="00E90106">
        <w:rPr>
          <w:sz w:val="22"/>
          <w:szCs w:val="22"/>
        </w:rPr>
        <w:t xml:space="preserve">miejsc wskazanych w </w:t>
      </w:r>
      <w:r>
        <w:rPr>
          <w:sz w:val="22"/>
          <w:szCs w:val="22"/>
        </w:rPr>
        <w:t>załącznik</w:t>
      </w:r>
      <w:r w:rsidR="00E90106">
        <w:rPr>
          <w:sz w:val="22"/>
          <w:szCs w:val="22"/>
        </w:rPr>
        <w:t>u nr 1 do Umowy</w:t>
      </w:r>
      <w:r w:rsidRPr="00BB6132">
        <w:rPr>
          <w:sz w:val="22"/>
          <w:szCs w:val="22"/>
        </w:rPr>
        <w:t xml:space="preserve"> – w zakresie</w:t>
      </w:r>
      <w:r>
        <w:rPr>
          <w:sz w:val="22"/>
          <w:szCs w:val="22"/>
        </w:rPr>
        <w:t xml:space="preserve"> odpowiedniej</w:t>
      </w:r>
      <w:r w:rsidRPr="00BB6132">
        <w:rPr>
          <w:sz w:val="22"/>
          <w:szCs w:val="22"/>
        </w:rPr>
        <w:t xml:space="preserve"> części zamówienia</w:t>
      </w:r>
      <w:r w:rsidRPr="00A654C3">
        <w:rPr>
          <w:sz w:val="22"/>
          <w:szCs w:val="22"/>
        </w:rPr>
        <w:t xml:space="preserve"> – w wysokości </w:t>
      </w:r>
      <w:r>
        <w:rPr>
          <w:sz w:val="22"/>
          <w:szCs w:val="22"/>
        </w:rPr>
        <w:t>5</w:t>
      </w:r>
      <w:r w:rsidRPr="00A654C3">
        <w:rPr>
          <w:sz w:val="22"/>
          <w:szCs w:val="22"/>
        </w:rPr>
        <w:t xml:space="preserve"> % wynagrodzenia brutto należnego Wykonawcy na podstawie w § </w:t>
      </w:r>
      <w:r>
        <w:rPr>
          <w:sz w:val="22"/>
          <w:szCs w:val="22"/>
        </w:rPr>
        <w:t>6</w:t>
      </w:r>
      <w:r w:rsidRPr="00A654C3">
        <w:rPr>
          <w:sz w:val="22"/>
          <w:szCs w:val="22"/>
        </w:rPr>
        <w:t xml:space="preserve"> ust. 1 za każdy przypadek takiego naruszenia,</w:t>
      </w:r>
    </w:p>
    <w:p w:rsidR="0040711F" w:rsidRDefault="0040711F" w:rsidP="00C927FA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4A5675">
        <w:rPr>
          <w:sz w:val="22"/>
          <w:szCs w:val="22"/>
          <w:lang w:eastAsia="zh-CN"/>
        </w:rPr>
        <w:t xml:space="preserve">w przypadku ujawnienia niespełnienia wymogu zatrudnienia przez Wykonawcę na podstawie na umowę o pracę osób wykonujących czynności w trakcie realizacji zamówienia wymienione w § 3 ust.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 xml:space="preserve"> umowy, przez co oświadczenie Wykonawcy, o którym mowa w powołanym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 xml:space="preserve"> 3 ust. </w:t>
      </w:r>
      <w:r>
        <w:rPr>
          <w:sz w:val="22"/>
          <w:szCs w:val="22"/>
          <w:lang w:eastAsia="zh-CN"/>
        </w:rPr>
        <w:t>7</w:t>
      </w:r>
      <w:r w:rsidRPr="004A5675">
        <w:rPr>
          <w:sz w:val="22"/>
          <w:szCs w:val="22"/>
          <w:lang w:eastAsia="zh-CN"/>
        </w:rPr>
        <w:t xml:space="preserve">, okaże się nieprawdziwe, Wykonawca zapłaci Zamawiającemu karę umowną w wysokości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>.000,00 zł za każdy ujawniony przypadek niespełnienia wymogu zatrudnienia na umowę o pracę osób wykonujących czynności w trakcie realizacji zamówienia wymienione w powyżej powoł</w:t>
      </w:r>
      <w:r>
        <w:rPr>
          <w:sz w:val="22"/>
          <w:szCs w:val="22"/>
          <w:lang w:eastAsia="zh-CN"/>
        </w:rPr>
        <w:t>anej regulacji niniejszej umowy,</w:t>
      </w:r>
    </w:p>
    <w:p w:rsidR="0040711F" w:rsidRDefault="0040711F" w:rsidP="00C927FA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4A5675">
        <w:rPr>
          <w:sz w:val="22"/>
          <w:szCs w:val="22"/>
          <w:lang w:eastAsia="zh-CN"/>
        </w:rPr>
        <w:lastRenderedPageBreak/>
        <w:t xml:space="preserve">w przypadku ujawnienia niespełnienia wymogu zatrudnienia przez podwykonawcę na podstawie umowy o pracę osób wykonujących czynności w trakcie realizacji zamówienia określonych w § </w:t>
      </w:r>
      <w:r>
        <w:rPr>
          <w:sz w:val="22"/>
          <w:szCs w:val="22"/>
          <w:lang w:eastAsia="zh-CN"/>
        </w:rPr>
        <w:t>4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4</w:t>
      </w:r>
      <w:r w:rsidRPr="004A5675">
        <w:rPr>
          <w:sz w:val="22"/>
          <w:szCs w:val="22"/>
          <w:lang w:eastAsia="zh-CN"/>
        </w:rPr>
        <w:t xml:space="preserve"> pkt. 1 niniejszej umowy, Wykonawca zapłaci Zamawia</w:t>
      </w:r>
      <w:r w:rsidR="0069560B">
        <w:rPr>
          <w:sz w:val="22"/>
          <w:szCs w:val="22"/>
          <w:lang w:eastAsia="zh-CN"/>
        </w:rPr>
        <w:t xml:space="preserve">jącemu karę umowną w wysokości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>.000,00 zł za każdy ujawniony przypadek niespełnienia wymogu zatrudnienia przez podwykonawcę na umowę o pracę osób wykonujących czynności w trakcie realizacji zamówienia określonych w powyżej powołanej regulacji niniejszej umowy.</w:t>
      </w:r>
    </w:p>
    <w:p w:rsidR="0040711F" w:rsidRPr="004A5675" w:rsidRDefault="0040711F" w:rsidP="00202D0F">
      <w:pPr>
        <w:numPr>
          <w:ilvl w:val="0"/>
          <w:numId w:val="39"/>
        </w:numPr>
        <w:suppressAutoHyphens/>
        <w:snapToGrid w:val="0"/>
        <w:spacing w:line="276" w:lineRule="auto"/>
        <w:ind w:left="851" w:hanging="425"/>
        <w:jc w:val="both"/>
        <w:rPr>
          <w:sz w:val="22"/>
          <w:szCs w:val="22"/>
          <w:lang w:eastAsia="zh-CN"/>
        </w:rPr>
      </w:pPr>
      <w:r w:rsidRPr="004A5675">
        <w:rPr>
          <w:sz w:val="22"/>
          <w:szCs w:val="22"/>
          <w:lang w:eastAsia="zh-CN"/>
        </w:rPr>
        <w:t xml:space="preserve">w przypadku niedopełnienia przez Wykonawcę obowiązku, o którym mowa w §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8</w:t>
      </w:r>
      <w:r w:rsidRPr="004A5675">
        <w:rPr>
          <w:sz w:val="22"/>
          <w:szCs w:val="22"/>
          <w:lang w:eastAsia="zh-CN"/>
        </w:rPr>
        <w:t xml:space="preserve"> niniejszej umowy w odniesieniu do pojedynczej osoby wykonującej czynności wymienione w §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7</w:t>
      </w:r>
      <w:r w:rsidRPr="004A5675">
        <w:rPr>
          <w:sz w:val="22"/>
          <w:szCs w:val="22"/>
          <w:lang w:eastAsia="zh-CN"/>
        </w:rPr>
        <w:t xml:space="preserve"> umowy, Wykonawca zapłaci Zamawiającemu</w:t>
      </w:r>
      <w:r>
        <w:rPr>
          <w:sz w:val="22"/>
          <w:szCs w:val="22"/>
          <w:lang w:eastAsia="zh-CN"/>
        </w:rPr>
        <w:t xml:space="preserve"> karę umowną w wysokości 1</w:t>
      </w:r>
      <w:r w:rsidRPr="004A5675">
        <w:rPr>
          <w:sz w:val="22"/>
          <w:szCs w:val="22"/>
          <w:lang w:eastAsia="zh-CN"/>
        </w:rPr>
        <w:t xml:space="preserve">00,00 zł za każdy dzień zwłoki w wypełnieniu obowiązku, o którym mowa w §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8</w:t>
      </w:r>
      <w:r w:rsidRPr="004A5675">
        <w:rPr>
          <w:sz w:val="22"/>
          <w:szCs w:val="22"/>
          <w:lang w:eastAsia="zh-CN"/>
        </w:rPr>
        <w:t xml:space="preserve"> umowy, jednakże łącznie nie więcej niż 10% kwoty brutto określonej w § </w:t>
      </w:r>
      <w:r>
        <w:rPr>
          <w:sz w:val="22"/>
          <w:szCs w:val="22"/>
          <w:lang w:eastAsia="zh-CN"/>
        </w:rPr>
        <w:t>6</w:t>
      </w:r>
      <w:r w:rsidRPr="004A5675">
        <w:rPr>
          <w:sz w:val="22"/>
          <w:szCs w:val="22"/>
          <w:lang w:eastAsia="zh-CN"/>
        </w:rPr>
        <w:t xml:space="preserve"> ust. 1 umowy.</w:t>
      </w:r>
    </w:p>
    <w:p w:rsidR="0040711F" w:rsidRPr="004A5675" w:rsidRDefault="0040711F" w:rsidP="00202D0F">
      <w:pPr>
        <w:numPr>
          <w:ilvl w:val="0"/>
          <w:numId w:val="39"/>
        </w:numPr>
        <w:suppressAutoHyphens/>
        <w:snapToGrid w:val="0"/>
        <w:spacing w:line="276" w:lineRule="auto"/>
        <w:ind w:left="851" w:hanging="425"/>
        <w:jc w:val="both"/>
        <w:rPr>
          <w:sz w:val="22"/>
          <w:szCs w:val="22"/>
          <w:lang w:eastAsia="zh-CN"/>
        </w:rPr>
      </w:pPr>
      <w:r w:rsidRPr="004A5675">
        <w:rPr>
          <w:sz w:val="22"/>
          <w:szCs w:val="22"/>
          <w:lang w:eastAsia="zh-CN"/>
        </w:rPr>
        <w:t xml:space="preserve">w przypadku niedopełnienia przez Wykonawcę obowiązku, o którym mowa w § </w:t>
      </w:r>
      <w:r>
        <w:rPr>
          <w:sz w:val="22"/>
          <w:szCs w:val="22"/>
          <w:lang w:eastAsia="zh-CN"/>
        </w:rPr>
        <w:t>1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9</w:t>
      </w:r>
      <w:r w:rsidRPr="004A5675">
        <w:rPr>
          <w:sz w:val="22"/>
          <w:szCs w:val="22"/>
          <w:lang w:eastAsia="zh-CN"/>
        </w:rPr>
        <w:t xml:space="preserve"> niniejszej umowy, Wykonawca zapłaci Zamawia</w:t>
      </w:r>
      <w:r>
        <w:rPr>
          <w:sz w:val="22"/>
          <w:szCs w:val="22"/>
          <w:lang w:eastAsia="zh-CN"/>
        </w:rPr>
        <w:t>jącemu karę umowną w wysokości 1</w:t>
      </w:r>
      <w:r w:rsidRPr="004A5675">
        <w:rPr>
          <w:sz w:val="22"/>
          <w:szCs w:val="22"/>
          <w:lang w:eastAsia="zh-CN"/>
        </w:rPr>
        <w:t>00,00 zł za każdy dzień roboczy, w którym osoba, której dotyczy uchybienie, nie była zatrudniona na umowę o pracę, li</w:t>
      </w:r>
      <w:r>
        <w:rPr>
          <w:sz w:val="22"/>
          <w:szCs w:val="22"/>
          <w:lang w:eastAsia="zh-CN"/>
        </w:rPr>
        <w:t>cząc od terminu wskazanego w § 1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9</w:t>
      </w:r>
      <w:r w:rsidRPr="004A5675">
        <w:rPr>
          <w:sz w:val="22"/>
          <w:szCs w:val="22"/>
          <w:lang w:eastAsia="zh-CN"/>
        </w:rPr>
        <w:t xml:space="preserve">, jako termin ostateczny do naprawienia uchybienia, do dnia faktycznego naprawienia uchybienia przez Wykonawcę - jednakże łącznie nie więcej niż 10% kwoty brutto określonej w § </w:t>
      </w:r>
      <w:r>
        <w:rPr>
          <w:sz w:val="22"/>
          <w:szCs w:val="22"/>
          <w:lang w:eastAsia="zh-CN"/>
        </w:rPr>
        <w:t>6</w:t>
      </w:r>
      <w:r w:rsidRPr="004A5675">
        <w:rPr>
          <w:sz w:val="22"/>
          <w:szCs w:val="22"/>
          <w:lang w:eastAsia="zh-CN"/>
        </w:rPr>
        <w:t xml:space="preserve"> ust. 1 umowy.</w:t>
      </w:r>
    </w:p>
    <w:p w:rsidR="0040711F" w:rsidRPr="00A654C3" w:rsidRDefault="0040711F" w:rsidP="0040711F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4A5675">
        <w:rPr>
          <w:sz w:val="22"/>
          <w:szCs w:val="22"/>
          <w:lang w:eastAsia="zh-CN"/>
        </w:rPr>
        <w:t>w przypadku niedopełnienia przez podwykonawcę obowiązku zatrudnienia na umowę o pracę osoby, wykonującej czynności określone w opisie przedmiotu zamówienia, co do której Zamawiający wymaga, aby osoba je wykonująca została zatrudniona na podstawie umowy o pracę, a w odniesieniu do której ujawniono niespełnienie wymogu zatrudnienia przez podwykonawcę na podstawie umowy o pracę, Wykonawca zapłaci Zamawia</w:t>
      </w:r>
      <w:r>
        <w:rPr>
          <w:sz w:val="22"/>
          <w:szCs w:val="22"/>
          <w:lang w:eastAsia="zh-CN"/>
        </w:rPr>
        <w:t>jącemu karę umowną w wysokości 1</w:t>
      </w:r>
      <w:r w:rsidRPr="004A5675">
        <w:rPr>
          <w:sz w:val="22"/>
          <w:szCs w:val="22"/>
          <w:lang w:eastAsia="zh-CN"/>
        </w:rPr>
        <w:t xml:space="preserve">00,00 zł za każdy dzień roboczy, w którym osoba, której dotyczy uchybienie nie była zatrudniona na umowę o pracę, licząc od terminu wskazanego w § </w:t>
      </w:r>
      <w:r>
        <w:rPr>
          <w:sz w:val="22"/>
          <w:szCs w:val="22"/>
          <w:lang w:eastAsia="zh-CN"/>
        </w:rPr>
        <w:t>4</w:t>
      </w:r>
      <w:r w:rsidRPr="004A5675">
        <w:rPr>
          <w:sz w:val="22"/>
          <w:szCs w:val="22"/>
          <w:lang w:eastAsia="zh-CN"/>
        </w:rPr>
        <w:t xml:space="preserve"> ust. </w:t>
      </w:r>
      <w:r>
        <w:rPr>
          <w:sz w:val="22"/>
          <w:szCs w:val="22"/>
          <w:lang w:eastAsia="zh-CN"/>
        </w:rPr>
        <w:t>4</w:t>
      </w:r>
      <w:r w:rsidRPr="004A5675">
        <w:rPr>
          <w:sz w:val="22"/>
          <w:szCs w:val="22"/>
          <w:lang w:eastAsia="zh-CN"/>
        </w:rPr>
        <w:t xml:space="preserve"> pkt 4 niniejszej umowy, jako termin ostateczny do naprawienia uchybienia, do dnia faktycznego naprawienia uchybienia przez podwykonawcę, poprzez przedstawienie Zamawiającemu i Wykonawcy dokumentów potwierdzających zatrudnienie powyższej osoby na umowę o pracę - jednakże łącznie nie więcej niż 10</w:t>
      </w:r>
      <w:r>
        <w:rPr>
          <w:sz w:val="22"/>
          <w:szCs w:val="22"/>
          <w:lang w:eastAsia="zh-CN"/>
        </w:rPr>
        <w:t>% kwoty brutto określonej w § 6</w:t>
      </w:r>
      <w:r w:rsidRPr="004A5675">
        <w:rPr>
          <w:sz w:val="22"/>
          <w:szCs w:val="22"/>
          <w:lang w:eastAsia="zh-CN"/>
        </w:rPr>
        <w:t xml:space="preserve"> ust. 1 umowy.</w:t>
      </w:r>
    </w:p>
    <w:p w:rsidR="00A654C3" w:rsidRPr="00A654C3" w:rsidRDefault="00A654C3" w:rsidP="00C927FA">
      <w:pPr>
        <w:numPr>
          <w:ilvl w:val="3"/>
          <w:numId w:val="2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w przypadku odstąpienia od umowy przez jedną ze stron z winy drugiej strony – 20% wynagrodzenia brutto należnego Wykonawcy na podstawie w § </w:t>
      </w:r>
      <w:r w:rsidR="006C1475">
        <w:rPr>
          <w:sz w:val="22"/>
          <w:szCs w:val="22"/>
        </w:rPr>
        <w:t>6</w:t>
      </w:r>
      <w:r w:rsidRPr="00A654C3">
        <w:rPr>
          <w:sz w:val="22"/>
          <w:szCs w:val="22"/>
        </w:rPr>
        <w:t xml:space="preserve"> ust. 1.</w:t>
      </w:r>
    </w:p>
    <w:p w:rsidR="00A654C3" w:rsidRPr="00A654C3" w:rsidRDefault="00A654C3" w:rsidP="00C927FA">
      <w:pPr>
        <w:numPr>
          <w:ilvl w:val="0"/>
          <w:numId w:val="24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Kary umowne stają się wymagalne z chwilą powstania podstawy ich naliczenia, a wysokość tych kar i termin zapłaty ustalany będzie przez Zamawiającego w nocie księgowej.</w:t>
      </w:r>
    </w:p>
    <w:p w:rsidR="00A654C3" w:rsidRPr="00A654C3" w:rsidRDefault="00A654C3" w:rsidP="00C927FA">
      <w:pPr>
        <w:numPr>
          <w:ilvl w:val="0"/>
          <w:numId w:val="24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Kary umowne mogą być potrącane z wynagrodzenia Wykonawcy, tzn. Wykonawca wyraża zgodę na </w:t>
      </w:r>
      <w:r w:rsidR="00BC183B">
        <w:rPr>
          <w:sz w:val="22"/>
          <w:szCs w:val="22"/>
        </w:rPr>
        <w:t>kompensatę wzajemnych rozliczeń.</w:t>
      </w:r>
    </w:p>
    <w:p w:rsidR="00A654C3" w:rsidRPr="00A654C3" w:rsidRDefault="00A654C3" w:rsidP="00C927FA">
      <w:pPr>
        <w:numPr>
          <w:ilvl w:val="0"/>
          <w:numId w:val="24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Żądanie odszkodowania przenoszącego wysokość zastrzeżonej kary umownej jest dopuszczalne, a tym samym Zamawiający może dochodzić od Wykonawcy odszkodowania uzupełniającego na zasadach ogólnych, przewidzianych w Kodeksie cywilnym.</w:t>
      </w:r>
    </w:p>
    <w:p w:rsidR="00A654C3" w:rsidRPr="00A654C3" w:rsidRDefault="00A654C3" w:rsidP="00C927FA">
      <w:pPr>
        <w:numPr>
          <w:ilvl w:val="0"/>
          <w:numId w:val="24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Zapłacenie kar umownych nie zwalnia Wykonawcy z obowiązku wykonania całego przedmiotu umowy, ani jakichkolwiek innych zobowiązań wynikających z umowy.</w:t>
      </w:r>
    </w:p>
    <w:p w:rsidR="0088587B" w:rsidRPr="00A654C3" w:rsidRDefault="0088587B" w:rsidP="00A654C3">
      <w:pPr>
        <w:spacing w:line="276" w:lineRule="auto"/>
        <w:jc w:val="center"/>
        <w:rPr>
          <w:b/>
          <w:sz w:val="22"/>
          <w:szCs w:val="22"/>
        </w:rPr>
      </w:pP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</w:rPr>
      </w:pPr>
      <w:r w:rsidRPr="00A654C3">
        <w:rPr>
          <w:b/>
          <w:sz w:val="22"/>
          <w:szCs w:val="22"/>
        </w:rPr>
        <w:t xml:space="preserve">§ </w:t>
      </w:r>
      <w:r w:rsidR="006C1475">
        <w:rPr>
          <w:b/>
          <w:sz w:val="22"/>
          <w:szCs w:val="22"/>
        </w:rPr>
        <w:t>8</w:t>
      </w: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A654C3">
        <w:rPr>
          <w:b/>
          <w:sz w:val="22"/>
          <w:szCs w:val="22"/>
          <w:u w:val="single"/>
        </w:rPr>
        <w:t>ODSTĄPIENIE</w:t>
      </w:r>
      <w:r w:rsidR="006C1475">
        <w:rPr>
          <w:b/>
          <w:sz w:val="22"/>
          <w:szCs w:val="22"/>
          <w:u w:val="single"/>
        </w:rPr>
        <w:t xml:space="preserve"> I ROZWIĄZANIE</w:t>
      </w: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</w:p>
    <w:p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W razie wystąpienia zmiany okoliczności powodującej, że wykonanie umowy nie leży w interesie Zamawiającego, czego nie można było przewidzieć w chwili zawarcia umowy, Zamawiający może odstąpić od umowy w terminie 30 dni od powzięcia wiadomości o tych okolicznościach. W takim wypadku Wykonawca może żądać jedynie wynagrodzenia należnego mu z tytułu tej części </w:t>
      </w:r>
      <w:r w:rsidRPr="00A654C3">
        <w:rPr>
          <w:sz w:val="22"/>
          <w:szCs w:val="22"/>
        </w:rPr>
        <w:lastRenderedPageBreak/>
        <w:t>przedmiotu umowy, którą zrealizowano do dnia odstąpienia od umowy. Wykonawcy nie przysługuje z tego tytułu żadne odszkodowanie.</w:t>
      </w:r>
    </w:p>
    <w:p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Poza wskazaną powyżej możliwością odstąpienia od umowy Zamawiający zastrzega możliwość </w:t>
      </w:r>
      <w:r w:rsidR="00717F93">
        <w:rPr>
          <w:sz w:val="22"/>
          <w:szCs w:val="22"/>
        </w:rPr>
        <w:t>odstąpienia od</w:t>
      </w:r>
      <w:r w:rsidRPr="00A654C3">
        <w:rPr>
          <w:sz w:val="22"/>
          <w:szCs w:val="22"/>
        </w:rPr>
        <w:t xml:space="preserve"> umowy w przypadkach określonych w powszechnie obowiązujących przepisach prawa oraz w niniejszej umowie.</w:t>
      </w:r>
    </w:p>
    <w:p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Zamawiający może </w:t>
      </w:r>
      <w:r w:rsidR="00717F93">
        <w:rPr>
          <w:sz w:val="22"/>
          <w:szCs w:val="22"/>
        </w:rPr>
        <w:t xml:space="preserve">również </w:t>
      </w:r>
      <w:r w:rsidR="006C1475">
        <w:rPr>
          <w:sz w:val="22"/>
          <w:szCs w:val="22"/>
        </w:rPr>
        <w:t>rozwiązać umowę</w:t>
      </w:r>
      <w:r w:rsidRPr="00A654C3">
        <w:rPr>
          <w:sz w:val="22"/>
          <w:szCs w:val="22"/>
        </w:rPr>
        <w:t xml:space="preserve"> w każdym czasie jej obowiązywania z winy Wykonawcy w szczególności jeżeli: </w:t>
      </w:r>
    </w:p>
    <w:p w:rsidR="00A654C3" w:rsidRPr="00A654C3" w:rsidRDefault="00A654C3" w:rsidP="00C927FA">
      <w:pPr>
        <w:numPr>
          <w:ilvl w:val="3"/>
          <w:numId w:val="25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Wykonawca w rażący sposób zaniedbuje zobowiązania umowne i pomimo pisemnego wezwania do wykonywania zobowiązań umownych prawidłowo, ze wskazaniem w wezwaniu stwierdzonych nieprawidłowości i sposobu prawidłowego wykonywania zobowiązań umownych, Wykonawca w terminie 14 dni od dnia odebrania pisemnego wezwania, nadal nie wykonuje swoich zobowiązań umownych prawidłowo zgodnie z treścią wezwania;</w:t>
      </w:r>
    </w:p>
    <w:p w:rsidR="00A654C3" w:rsidRPr="00A654C3" w:rsidRDefault="00A654C3" w:rsidP="00C927FA">
      <w:pPr>
        <w:numPr>
          <w:ilvl w:val="3"/>
          <w:numId w:val="25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Wykonawca narusza przepisy prawa;</w:t>
      </w:r>
    </w:p>
    <w:p w:rsidR="00A654C3" w:rsidRPr="00A654C3" w:rsidRDefault="00A654C3" w:rsidP="00C927FA">
      <w:pPr>
        <w:numPr>
          <w:ilvl w:val="3"/>
          <w:numId w:val="25"/>
        </w:numPr>
        <w:tabs>
          <w:tab w:val="clear" w:pos="2880"/>
          <w:tab w:val="num" w:pos="851"/>
          <w:tab w:val="num" w:pos="1534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Wykonawca zaniecha</w:t>
      </w:r>
      <w:r w:rsidR="006C1475">
        <w:rPr>
          <w:sz w:val="22"/>
          <w:szCs w:val="22"/>
        </w:rPr>
        <w:t xml:space="preserve">ł realizacji umowy, </w:t>
      </w:r>
      <w:r w:rsidRPr="00A654C3">
        <w:rPr>
          <w:sz w:val="22"/>
          <w:szCs w:val="22"/>
        </w:rPr>
        <w:t>chyba że zaniechanie realizacji umowy wynika z przyczyn, za które nie odpowiada Wykonawca.</w:t>
      </w:r>
    </w:p>
    <w:p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Odstąpienie od </w:t>
      </w:r>
      <w:r w:rsidR="006C1475">
        <w:rPr>
          <w:sz w:val="22"/>
          <w:szCs w:val="22"/>
        </w:rPr>
        <w:t>u</w:t>
      </w:r>
      <w:r w:rsidRPr="00A654C3">
        <w:rPr>
          <w:sz w:val="22"/>
          <w:szCs w:val="22"/>
        </w:rPr>
        <w:t>mowy</w:t>
      </w:r>
      <w:r w:rsidR="006C1475">
        <w:rPr>
          <w:sz w:val="22"/>
          <w:szCs w:val="22"/>
        </w:rPr>
        <w:t xml:space="preserve"> lub rozwiązanie umowy</w:t>
      </w:r>
      <w:r w:rsidRPr="00A654C3">
        <w:rPr>
          <w:sz w:val="22"/>
          <w:szCs w:val="22"/>
        </w:rPr>
        <w:t xml:space="preserve"> winno nastąpić w formie pisemnej pod rygorem nieważności takiego oświadczenia i powinno zawierać uzasadnienie. Odstąpienie od umowy</w:t>
      </w:r>
      <w:r w:rsidR="006C1475">
        <w:rPr>
          <w:sz w:val="22"/>
          <w:szCs w:val="22"/>
        </w:rPr>
        <w:t xml:space="preserve"> lub rozwiązania umowy</w:t>
      </w:r>
      <w:r w:rsidRPr="00A654C3">
        <w:rPr>
          <w:sz w:val="22"/>
          <w:szCs w:val="22"/>
        </w:rPr>
        <w:t xml:space="preserve"> może nastąpić w terminie do 14 dni od powzięcia przez Zamawiającego informacji o wystąpieniu okoliczności uzasadniających odstąpienie</w:t>
      </w:r>
      <w:r w:rsidR="006C1475">
        <w:rPr>
          <w:sz w:val="22"/>
          <w:szCs w:val="22"/>
        </w:rPr>
        <w:t xml:space="preserve"> lub rozwiązanie</w:t>
      </w:r>
      <w:r w:rsidRPr="00A654C3">
        <w:rPr>
          <w:sz w:val="22"/>
          <w:szCs w:val="22"/>
        </w:rPr>
        <w:t xml:space="preserve">. </w:t>
      </w:r>
    </w:p>
    <w:p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Odstąpienie ma skutek od chwili złożenia oświadczenia o odstąpieniu drugiej stronie i niniejsza umowa nie jest uważana za niezawartą, a strony nie zwracają sobie nawzajem otrzymanych świadczeń/usług, z zastrzeżeniem zapisów niniejszego paragrafu. </w:t>
      </w:r>
      <w:r w:rsidR="006C1475">
        <w:rPr>
          <w:sz w:val="22"/>
          <w:szCs w:val="22"/>
        </w:rPr>
        <w:t xml:space="preserve">Rozwiązanie ma skutek </w:t>
      </w:r>
      <w:r w:rsidR="006C1475" w:rsidRPr="00A654C3">
        <w:rPr>
          <w:sz w:val="22"/>
          <w:szCs w:val="22"/>
        </w:rPr>
        <w:t xml:space="preserve">od </w:t>
      </w:r>
      <w:r w:rsidR="006C1475">
        <w:rPr>
          <w:sz w:val="22"/>
          <w:szCs w:val="22"/>
        </w:rPr>
        <w:t>chwili złożenia oświadczenia o rozwiązaniu</w:t>
      </w:r>
      <w:r w:rsidR="006C1475" w:rsidRPr="00A654C3">
        <w:rPr>
          <w:sz w:val="22"/>
          <w:szCs w:val="22"/>
        </w:rPr>
        <w:t xml:space="preserve"> drugiej stronie i niniejsza</w:t>
      </w:r>
      <w:r w:rsidR="006C1475">
        <w:rPr>
          <w:sz w:val="22"/>
          <w:szCs w:val="22"/>
        </w:rPr>
        <w:t xml:space="preserve"> przestaje obowiązywać na przyszłość.</w:t>
      </w:r>
    </w:p>
    <w:p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Za prawidłowo wykonany przedmiot zamówienia (część przedmiotu za</w:t>
      </w:r>
      <w:r w:rsidR="00AE3611">
        <w:rPr>
          <w:sz w:val="22"/>
          <w:szCs w:val="22"/>
        </w:rPr>
        <w:t>mówienia) do dnia odstąpienia</w:t>
      </w:r>
      <w:r w:rsidR="006C1475">
        <w:rPr>
          <w:sz w:val="22"/>
          <w:szCs w:val="22"/>
        </w:rPr>
        <w:t xml:space="preserve"> lub rozwiązania</w:t>
      </w:r>
      <w:r w:rsidRPr="00A654C3">
        <w:rPr>
          <w:sz w:val="22"/>
          <w:szCs w:val="22"/>
        </w:rPr>
        <w:t xml:space="preserve">, Wykonawcy należy się wynagrodzenie odpowiadające stosunkowo ilości wykonanego przedmiotu zamówienia. </w:t>
      </w:r>
    </w:p>
    <w:p w:rsidR="00A654C3" w:rsidRPr="00A654C3" w:rsidRDefault="00A654C3" w:rsidP="00C927FA">
      <w:pPr>
        <w:numPr>
          <w:ilvl w:val="0"/>
          <w:numId w:val="25"/>
        </w:numPr>
        <w:tabs>
          <w:tab w:val="clear" w:pos="720"/>
          <w:tab w:val="num" w:pos="426"/>
          <w:tab w:val="num" w:pos="3981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W terminie 14 dni od daty złożenia oświadczenia o odstąpieniu od umowy</w:t>
      </w:r>
      <w:r w:rsidR="006C1475">
        <w:rPr>
          <w:sz w:val="22"/>
          <w:szCs w:val="22"/>
        </w:rPr>
        <w:t xml:space="preserve"> lub rozwiązania umowy</w:t>
      </w:r>
      <w:r w:rsidRPr="00A654C3">
        <w:rPr>
          <w:sz w:val="22"/>
          <w:szCs w:val="22"/>
        </w:rPr>
        <w:t xml:space="preserve"> strony sporządzą protokół wykonanych prac i ich odbioru/wykonanej części umowy i ustalą wysokość wynagrodzenia należnego Wykonawcy.</w:t>
      </w:r>
    </w:p>
    <w:p w:rsidR="00000CFA" w:rsidRDefault="00000CFA" w:rsidP="00A654C3">
      <w:pPr>
        <w:spacing w:line="276" w:lineRule="auto"/>
        <w:jc w:val="center"/>
        <w:rPr>
          <w:b/>
          <w:sz w:val="22"/>
          <w:szCs w:val="22"/>
        </w:rPr>
      </w:pP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</w:rPr>
      </w:pPr>
      <w:r w:rsidRPr="00A654C3">
        <w:rPr>
          <w:b/>
          <w:sz w:val="22"/>
          <w:szCs w:val="22"/>
        </w:rPr>
        <w:t xml:space="preserve">§ </w:t>
      </w:r>
      <w:r w:rsidR="006C1475">
        <w:rPr>
          <w:b/>
          <w:sz w:val="22"/>
          <w:szCs w:val="22"/>
        </w:rPr>
        <w:t>9</w:t>
      </w: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A654C3">
        <w:rPr>
          <w:b/>
          <w:sz w:val="22"/>
          <w:szCs w:val="22"/>
          <w:u w:val="single"/>
        </w:rPr>
        <w:t>ZMIANY UMOWY</w:t>
      </w:r>
    </w:p>
    <w:p w:rsidR="00BC183B" w:rsidRPr="00BC183B" w:rsidRDefault="00BC183B" w:rsidP="00BC183B">
      <w:pPr>
        <w:spacing w:line="276" w:lineRule="auto"/>
        <w:jc w:val="center"/>
        <w:rPr>
          <w:b/>
          <w:sz w:val="22"/>
          <w:szCs w:val="22"/>
          <w:u w:val="single"/>
        </w:rPr>
      </w:pPr>
    </w:p>
    <w:p w:rsidR="00BC183B" w:rsidRPr="00BC183B" w:rsidRDefault="00BC183B" w:rsidP="00C927FA">
      <w:pPr>
        <w:numPr>
          <w:ilvl w:val="0"/>
          <w:numId w:val="28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Zmiany istotnych postanowień niniejszej umowy w stosunku do treści oferty mogą nastąpić za zgodą Stron w formie pisemnego aneksu pod rygorem nieważności, z zachowaniem procedury określonej w ust. 2 – 8 poniżej.</w:t>
      </w:r>
    </w:p>
    <w:p w:rsidR="00BC183B" w:rsidRPr="00BC183B" w:rsidRDefault="00BC183B" w:rsidP="00C927FA">
      <w:pPr>
        <w:numPr>
          <w:ilvl w:val="0"/>
          <w:numId w:val="28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Zmiany, o których mowa w ust. 1, mogą dotyczyć:</w:t>
      </w:r>
    </w:p>
    <w:p w:rsidR="00BC183B" w:rsidRPr="00BC183B" w:rsidRDefault="00BC183B" w:rsidP="00C927FA">
      <w:pPr>
        <w:numPr>
          <w:ilvl w:val="0"/>
          <w:numId w:val="13"/>
        </w:numPr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zmiany sposobu lub zakresu wykonywania umowy, w tym także rezygnacja z części zamówienia,</w:t>
      </w:r>
    </w:p>
    <w:p w:rsidR="00BC183B" w:rsidRPr="00BC183B" w:rsidRDefault="00BC183B" w:rsidP="00C927FA">
      <w:pPr>
        <w:numPr>
          <w:ilvl w:val="0"/>
          <w:numId w:val="13"/>
        </w:numPr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rozszerzenia lub ograniczenia obowiązków Wykonawcy, wchodzących w zakres przedmiotowy umowy,</w:t>
      </w:r>
    </w:p>
    <w:p w:rsidR="00BC183B" w:rsidRPr="00BC183B" w:rsidRDefault="00BC183B" w:rsidP="00C927FA">
      <w:pPr>
        <w:numPr>
          <w:ilvl w:val="0"/>
          <w:numId w:val="13"/>
        </w:numPr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zmiany kolejności i terminów wykonywania usług lub ich części, a także zmiany terminu wykonania umowy,</w:t>
      </w:r>
    </w:p>
    <w:p w:rsidR="00BC183B" w:rsidRPr="00BC183B" w:rsidRDefault="00BC183B" w:rsidP="00C927FA">
      <w:pPr>
        <w:numPr>
          <w:ilvl w:val="0"/>
          <w:numId w:val="13"/>
        </w:numPr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zastąpienie zakresu planowanych do wykonania usług innym zakresem usług przy zachowaniu wymogów jakościowych oraz wymogu zgodności z celem i zasadami realizacji umowy,</w:t>
      </w:r>
    </w:p>
    <w:p w:rsidR="00BC183B" w:rsidRPr="00BC183B" w:rsidRDefault="0054171E" w:rsidP="00C927FA">
      <w:pPr>
        <w:numPr>
          <w:ilvl w:val="0"/>
          <w:numId w:val="13"/>
        </w:numPr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BC183B" w:rsidRPr="00BC183B">
        <w:rPr>
          <w:sz w:val="22"/>
          <w:szCs w:val="22"/>
        </w:rPr>
        <w:t>miany zasad finansowania zadania, w szczególności odnośnie terminów płatności i możliwości wystawiania faktur częściowych, a także zmiany innych warunków płatności,</w:t>
      </w:r>
    </w:p>
    <w:p w:rsidR="00BC183B" w:rsidRPr="00BC183B" w:rsidRDefault="00BC183B" w:rsidP="00C927FA">
      <w:pPr>
        <w:numPr>
          <w:ilvl w:val="0"/>
          <w:numId w:val="13"/>
        </w:numPr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zmiany wynagrodzenia.</w:t>
      </w:r>
    </w:p>
    <w:p w:rsidR="00BC183B" w:rsidRPr="00BC183B" w:rsidRDefault="00BC183B" w:rsidP="00C927FA">
      <w:pPr>
        <w:numPr>
          <w:ilvl w:val="0"/>
          <w:numId w:val="28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lastRenderedPageBreak/>
        <w:t>Strony zastrzegają możliwość zmiany treści umowy w przypadku zaistnienia następujących okoliczności:</w:t>
      </w:r>
    </w:p>
    <w:p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gdy zmiana postanowień umownych jest korzystna dla Zamawiającego, a konieczność wprowadzenia zmian wynika z okoliczności, których nie można było przewidzieć w chwili zawarcia umowy i okoliczności te są niezależne od stron umowy;</w:t>
      </w:r>
    </w:p>
    <w:p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przypadku zmiany zasad finansowania zadania wynikających ze zmian w planie finansowym bądź budżecie Zamawiającego lub też uzgodnień z instytucją finansującą zadanie;</w:t>
      </w:r>
    </w:p>
    <w:p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przypadku gdy konieczność wprowadzenia zmian będzie następstwem zmian wytycznych lub zaleceń Instytucji, która przyznała środki na współfinansowanie zamówienia na usługę lub zmian i wytycznych instytucji przyznających środki na dofinansowanie na nowe projekty;</w:t>
      </w:r>
    </w:p>
    <w:p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przypadku wystąpienia „siły wyższej” lub innego zdarzenia losowego; „Siła wyższa” oznacza wydarzenie zewnętrzne, nieprzewidywalne i poza kontrolą stron niniejszej umowy, którego skutkom nie można zapobiec, występujące po podpisaniu umowy, a powodujące niemożliwość wywiązania się z umowy w jej obecnym brzmieniu;</w:t>
      </w:r>
    </w:p>
    <w:p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przypadku zmiany stanu prawnego, który będzie wnosił nowe wymagania co do sposobu realizacji jakiegokolwiek elementu usług;</w:t>
      </w:r>
    </w:p>
    <w:p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 xml:space="preserve">w przypadku gdy z przyczyn technicznych, społecznych, sytuacji pogodowej, nie jest możliwe wykonanie poszczególnych czynności celem prawidłowej realizacji przedmiotu umowy, lub gdy od wyniku działania innych podmiotów, nie związanych z realizacją niniejszego przedmiotu umowy oraz Zamawiającego uzależnione jest wykonanie należycie przedmiotu niniejszej umowy; </w:t>
      </w:r>
    </w:p>
    <w:p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 xml:space="preserve">w przypadku gdy wymagana jest zmiana wskutek wydłużenia się </w:t>
      </w:r>
      <w:r w:rsidR="006C1475">
        <w:rPr>
          <w:sz w:val="22"/>
          <w:szCs w:val="22"/>
        </w:rPr>
        <w:t>postępowania w sprawie zamówienia publicznego</w:t>
      </w:r>
      <w:r w:rsidRPr="00BC183B">
        <w:rPr>
          <w:sz w:val="22"/>
          <w:szCs w:val="22"/>
        </w:rPr>
        <w:t>,</w:t>
      </w:r>
    </w:p>
    <w:p w:rsidR="00BC183B" w:rsidRPr="00BC183B" w:rsidRDefault="00BC183B" w:rsidP="00C927FA">
      <w:pPr>
        <w:numPr>
          <w:ilvl w:val="3"/>
          <w:numId w:val="28"/>
        </w:numPr>
        <w:tabs>
          <w:tab w:val="clear" w:pos="288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wypadku wystąpienia którejkolwiek ze zmian przepisów wskazanych w art. 142 ust. 5 ustawy pzp, tj. zmiany:</w:t>
      </w:r>
    </w:p>
    <w:p w:rsidR="00BC183B" w:rsidRPr="00BC183B" w:rsidRDefault="00BC183B" w:rsidP="00C927FA">
      <w:pPr>
        <w:numPr>
          <w:ilvl w:val="0"/>
          <w:numId w:val="7"/>
        </w:numPr>
        <w:tabs>
          <w:tab w:val="num" w:pos="1134"/>
        </w:tabs>
        <w:spacing w:line="276" w:lineRule="auto"/>
        <w:ind w:left="1134" w:hanging="283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stawki podatku od towarów i usług,</w:t>
      </w:r>
    </w:p>
    <w:p w:rsidR="00BC183B" w:rsidRPr="00BC183B" w:rsidRDefault="00BC183B" w:rsidP="00C927FA">
      <w:pPr>
        <w:numPr>
          <w:ilvl w:val="0"/>
          <w:numId w:val="7"/>
        </w:numPr>
        <w:tabs>
          <w:tab w:val="num" w:pos="1134"/>
        </w:tabs>
        <w:spacing w:line="276" w:lineRule="auto"/>
        <w:ind w:left="1134" w:hanging="283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wysokości minimalnego wynagrodzenia za pracę albo wysokości minimalnej stawki godzinowej, ustalonych na podstawie przepisów ustawy z dnia 10 października 2002 r. o minimalnym wynagrodzeniu za pracę,</w:t>
      </w:r>
    </w:p>
    <w:p w:rsidR="00BC183B" w:rsidRPr="00BC183B" w:rsidRDefault="00BC183B" w:rsidP="00C927FA">
      <w:pPr>
        <w:numPr>
          <w:ilvl w:val="0"/>
          <w:numId w:val="7"/>
        </w:numPr>
        <w:tabs>
          <w:tab w:val="num" w:pos="1134"/>
        </w:tabs>
        <w:spacing w:line="276" w:lineRule="auto"/>
        <w:ind w:left="1134" w:hanging="283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zasad podlegania ubezpieczeniom społecznym lub ubezpieczeniu zdrowotnemu lub wysokości stawki składki na ubezpieczenia społeczne lub zdrowotne.</w:t>
      </w:r>
    </w:p>
    <w:p w:rsidR="00BC183B" w:rsidRPr="00BC183B" w:rsidRDefault="00BC183B" w:rsidP="00C927FA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przypadkach, o których mowa w art. 144 ust. 1 pkt 2-6 ustawy pzp.</w:t>
      </w:r>
    </w:p>
    <w:p w:rsidR="00BC183B" w:rsidRPr="00BC183B" w:rsidRDefault="00BC183B" w:rsidP="00C927FA">
      <w:pPr>
        <w:numPr>
          <w:ilvl w:val="0"/>
          <w:numId w:val="2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Strona występująca o zmianę postanowień zawartej umowy zobowiązana jest do udokumentowania zaistnienia okoliczności, o których mowa w ust. 3 powyżej. Wniosek o zmianę postanowień zawartej umowy musi być wyrażony na piśmie i zawierać:</w:t>
      </w:r>
    </w:p>
    <w:p w:rsidR="00BC183B" w:rsidRPr="00BC183B" w:rsidRDefault="00BC183B" w:rsidP="00C927FA">
      <w:pPr>
        <w:numPr>
          <w:ilvl w:val="0"/>
          <w:numId w:val="8"/>
        </w:numPr>
        <w:tabs>
          <w:tab w:val="num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opis propozycji zmiany,</w:t>
      </w:r>
    </w:p>
    <w:p w:rsidR="00BC183B" w:rsidRPr="00BC183B" w:rsidRDefault="00BC183B" w:rsidP="00C927FA">
      <w:pPr>
        <w:numPr>
          <w:ilvl w:val="0"/>
          <w:numId w:val="8"/>
        </w:numPr>
        <w:tabs>
          <w:tab w:val="num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uzasadnienie zmiany,</w:t>
      </w:r>
    </w:p>
    <w:p w:rsidR="00BC183B" w:rsidRPr="00BC183B" w:rsidRDefault="00BC183B" w:rsidP="00C927FA">
      <w:pPr>
        <w:numPr>
          <w:ilvl w:val="0"/>
          <w:numId w:val="8"/>
        </w:numPr>
        <w:tabs>
          <w:tab w:val="num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obliczenie kosztów zmiany zgodnie z zasadami określonymi w umowie, jeżeli zmiana będzie miała wpływ na wynagrodzenie Wykonawcy,</w:t>
      </w:r>
    </w:p>
    <w:p w:rsidR="00BC183B" w:rsidRPr="00BC183B" w:rsidRDefault="00BC183B" w:rsidP="00C927FA">
      <w:pPr>
        <w:numPr>
          <w:ilvl w:val="0"/>
          <w:numId w:val="8"/>
        </w:numPr>
        <w:tabs>
          <w:tab w:val="num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 xml:space="preserve">opis wpływu zmiany na harmonogram realizacji zamówienia i termin wykonania umowy. </w:t>
      </w:r>
    </w:p>
    <w:p w:rsidR="00BC183B" w:rsidRPr="00BC183B" w:rsidRDefault="00BC183B" w:rsidP="00C927FA">
      <w:pPr>
        <w:numPr>
          <w:ilvl w:val="0"/>
          <w:numId w:val="1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przypadku zmiany, o której mowa w ust. 3 lit. h) tiret drugie, wynagrodzenie Wykonawcy ulegnie zmianie o wartość wzrostu całkowitego kosztu Wykonawcy wynikającą ze zwiększenia wynagrodzeń osób bezpośrednio wykonujących zamówienie do wysokości zmienionego minimalnego wynagrodzenia, z uwzględnieniem wszystkich obciążeń publicznoprawnych od kwoty wzrostu minimalnego wynagrodzenia.</w:t>
      </w:r>
    </w:p>
    <w:p w:rsidR="00BC183B" w:rsidRPr="00BC183B" w:rsidRDefault="00BC183B" w:rsidP="00C927FA">
      <w:pPr>
        <w:numPr>
          <w:ilvl w:val="0"/>
          <w:numId w:val="1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 xml:space="preserve">W przypadku zmiany, o którym mowa w ust. 3 lit. h) tiret trzecie, wynagrodzenie Wykonawcy ulegnie zmianie o wartość wzrostu całkowitego kosztu Wykonawcy, jaką będzie on zobowiązany </w:t>
      </w:r>
      <w:r w:rsidRPr="00BC183B">
        <w:rPr>
          <w:sz w:val="22"/>
          <w:szCs w:val="22"/>
        </w:rPr>
        <w:lastRenderedPageBreak/>
        <w:t>dodatkowo ponieść w celu uwzględnienia tej zmiany, przy zachowaniu dotychczasowej kwoty netto wynagrodzenia osób bezpośrednio wykonujących zamówienie na rzecz Zamawiającego.</w:t>
      </w:r>
    </w:p>
    <w:p w:rsidR="00BC183B" w:rsidRPr="00BC183B" w:rsidRDefault="00BC183B" w:rsidP="00C927FA">
      <w:pPr>
        <w:numPr>
          <w:ilvl w:val="0"/>
          <w:numId w:val="1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Za wyjątkiem sytuacji, o której mowa w ust. 3 lit. h) tiret pierwsze, wprowadzenie zmian wysokości wynagrodzenia wymaga uprzedniego wykazania przez Wykonawcę dowodami z dokumentów wysokości dodatkowych koszów wynikających z wprowadzenia zmian, o których mowa w ust. 3 lit. h) tiret drugie i trzecie.</w:t>
      </w:r>
    </w:p>
    <w:p w:rsidR="00BC183B" w:rsidRPr="00BC183B" w:rsidRDefault="00BC183B" w:rsidP="00C927FA">
      <w:pPr>
        <w:numPr>
          <w:ilvl w:val="0"/>
          <w:numId w:val="1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Zamawiający zobowiązuje się do dokonania analizy dokumentów, o których mowa w ust. 4 lub ust. 7,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BC183B" w:rsidRDefault="00BC183B" w:rsidP="00BC183B">
      <w:pPr>
        <w:spacing w:line="276" w:lineRule="auto"/>
        <w:jc w:val="center"/>
        <w:rPr>
          <w:b/>
          <w:sz w:val="22"/>
          <w:szCs w:val="22"/>
        </w:rPr>
      </w:pP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</w:rPr>
      </w:pPr>
      <w:r w:rsidRPr="00A654C3">
        <w:rPr>
          <w:b/>
          <w:sz w:val="22"/>
          <w:szCs w:val="22"/>
        </w:rPr>
        <w:t>§</w:t>
      </w:r>
      <w:r w:rsidR="00BC183B">
        <w:rPr>
          <w:b/>
          <w:sz w:val="22"/>
          <w:szCs w:val="22"/>
        </w:rPr>
        <w:t xml:space="preserve"> 1</w:t>
      </w:r>
      <w:r w:rsidR="006C1475">
        <w:rPr>
          <w:b/>
          <w:sz w:val="22"/>
          <w:szCs w:val="22"/>
        </w:rPr>
        <w:t>0</w:t>
      </w: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A654C3">
        <w:rPr>
          <w:b/>
          <w:sz w:val="22"/>
          <w:szCs w:val="22"/>
          <w:u w:val="single"/>
        </w:rPr>
        <w:t>POSTANOWIENIA KOŃCOWE</w:t>
      </w:r>
    </w:p>
    <w:p w:rsidR="00A654C3" w:rsidRPr="00A654C3" w:rsidRDefault="00A654C3" w:rsidP="00A654C3">
      <w:pPr>
        <w:spacing w:line="276" w:lineRule="auto"/>
        <w:jc w:val="center"/>
        <w:rPr>
          <w:b/>
          <w:sz w:val="22"/>
          <w:szCs w:val="22"/>
          <w:u w:val="single"/>
        </w:rPr>
      </w:pPr>
    </w:p>
    <w:p w:rsidR="00A654C3" w:rsidRPr="00A654C3" w:rsidRDefault="00A654C3" w:rsidP="00C927FA">
      <w:pPr>
        <w:numPr>
          <w:ilvl w:val="0"/>
          <w:numId w:val="29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W sprawach nieuregulowanych niniejszą umową stosuje się przepisy ustawy pzp oraz Kodeksu Cywilnego.</w:t>
      </w:r>
    </w:p>
    <w:p w:rsidR="00A654C3" w:rsidRPr="00A654C3" w:rsidRDefault="00A654C3" w:rsidP="00C927FA">
      <w:pPr>
        <w:numPr>
          <w:ilvl w:val="0"/>
          <w:numId w:val="29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Spory wynikłe na tle realizacji niniejszej umowy będą rozstrzygane przez sąd właściwy miejscowo dla siedziby Zamawiającego.</w:t>
      </w:r>
    </w:p>
    <w:p w:rsidR="00A654C3" w:rsidRPr="00A654C3" w:rsidRDefault="00A654C3" w:rsidP="00C927FA">
      <w:pPr>
        <w:numPr>
          <w:ilvl w:val="0"/>
          <w:numId w:val="29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Umowę niniejszą sporządzono w trzech jednobrzmiących egzemplarzach, w tym dwa dla Zamawiającego i jeden dla Wykonawcy.</w:t>
      </w:r>
    </w:p>
    <w:p w:rsidR="00A654C3" w:rsidRPr="00A654C3" w:rsidRDefault="00A654C3" w:rsidP="00C927FA">
      <w:pPr>
        <w:numPr>
          <w:ilvl w:val="0"/>
          <w:numId w:val="29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 xml:space="preserve">Bez zgody Zamawiającego wyrażonej na piśmie, nie można przenieść na osoby trzecie żadnej wierzytelności wynikających z niniejszej umowy. </w:t>
      </w:r>
    </w:p>
    <w:p w:rsidR="00A654C3" w:rsidRPr="00A654C3" w:rsidRDefault="00A654C3" w:rsidP="00C927FA">
      <w:pPr>
        <w:numPr>
          <w:ilvl w:val="0"/>
          <w:numId w:val="29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Integralnymi składnikami niniejszej umowy są następujące dokumenty:</w:t>
      </w:r>
    </w:p>
    <w:p w:rsidR="00A654C3" w:rsidRPr="00A654C3" w:rsidRDefault="00A654C3" w:rsidP="00C927FA">
      <w:pPr>
        <w:numPr>
          <w:ilvl w:val="3"/>
          <w:numId w:val="29"/>
        </w:numPr>
        <w:tabs>
          <w:tab w:val="left" w:pos="851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Kompletna oferta Wykonawcy,</w:t>
      </w:r>
    </w:p>
    <w:p w:rsidR="00A654C3" w:rsidRPr="00A654C3" w:rsidRDefault="00A654C3" w:rsidP="00C927FA">
      <w:pPr>
        <w:numPr>
          <w:ilvl w:val="3"/>
          <w:numId w:val="29"/>
        </w:numPr>
        <w:tabs>
          <w:tab w:val="left" w:pos="851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Opis przedmiotu zamówienia,</w:t>
      </w:r>
    </w:p>
    <w:p w:rsidR="00A654C3" w:rsidRPr="00A654C3" w:rsidRDefault="00A654C3" w:rsidP="00C927FA">
      <w:pPr>
        <w:numPr>
          <w:ilvl w:val="3"/>
          <w:numId w:val="29"/>
        </w:numPr>
        <w:tabs>
          <w:tab w:val="left" w:pos="851"/>
          <w:tab w:val="num" w:pos="614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A654C3">
        <w:rPr>
          <w:sz w:val="22"/>
          <w:szCs w:val="22"/>
        </w:rPr>
        <w:t>Specyfikacj</w:t>
      </w:r>
      <w:r>
        <w:rPr>
          <w:sz w:val="22"/>
          <w:szCs w:val="22"/>
        </w:rPr>
        <w:t>a Istotnych Warunków Zamówienia.</w:t>
      </w:r>
    </w:p>
    <w:p w:rsidR="00A654C3" w:rsidRPr="00A654C3" w:rsidRDefault="00A654C3" w:rsidP="00A654C3">
      <w:pPr>
        <w:spacing w:line="276" w:lineRule="auto"/>
        <w:jc w:val="both"/>
        <w:rPr>
          <w:sz w:val="22"/>
          <w:szCs w:val="22"/>
        </w:rPr>
      </w:pPr>
    </w:p>
    <w:p w:rsidR="00D71284" w:rsidRPr="00C831C2" w:rsidRDefault="00A654C3" w:rsidP="00D80E85">
      <w:pPr>
        <w:spacing w:line="276" w:lineRule="auto"/>
        <w:ind w:firstLine="21"/>
        <w:jc w:val="center"/>
        <w:rPr>
          <w:sz w:val="22"/>
          <w:szCs w:val="22"/>
        </w:rPr>
      </w:pPr>
      <w:r w:rsidRPr="00A654C3">
        <w:rPr>
          <w:b/>
          <w:sz w:val="22"/>
          <w:szCs w:val="22"/>
        </w:rPr>
        <w:t>ZAMAWIAJĄCY:                                                                  WYKONAWCA:</w:t>
      </w:r>
    </w:p>
    <w:sectPr w:rsidR="00D71284" w:rsidRPr="00C831C2" w:rsidSect="0085034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71" w:right="1275" w:bottom="1417" w:left="1417" w:header="284" w:footer="519" w:gutter="0"/>
      <w:cols w:space="708" w:equalWidth="0">
        <w:col w:w="9215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7C8" w:rsidRDefault="001357C8" w:rsidP="0085034C">
      <w:r>
        <w:separator/>
      </w:r>
    </w:p>
  </w:endnote>
  <w:endnote w:type="continuationSeparator" w:id="0">
    <w:p w:rsidR="001357C8" w:rsidRDefault="001357C8" w:rsidP="00850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ungsuhChe">
    <w:charset w:val="81"/>
    <w:family w:val="modern"/>
    <w:pitch w:val="fixed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F9D" w:rsidRDefault="00CB67B9" w:rsidP="00BE0F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E0F9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0F9D" w:rsidRDefault="00BE0F9D" w:rsidP="00BE0F9D">
    <w:pPr>
      <w:pStyle w:val="Stopka"/>
      <w:ind w:right="360"/>
    </w:pPr>
  </w:p>
  <w:p w:rsidR="00BE0F9D" w:rsidRDefault="00BE0F9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F9D" w:rsidRDefault="00BE0F9D" w:rsidP="00BE0F9D">
    <w:pPr>
      <w:pStyle w:val="Nagwek"/>
      <w:rPr>
        <w:rFonts w:ascii="Arial" w:hAnsi="Arial"/>
        <w:sz w:val="14"/>
        <w:szCs w:val="14"/>
      </w:rPr>
    </w:pPr>
  </w:p>
  <w:p w:rsidR="00BE0F9D" w:rsidRPr="000B6C55" w:rsidRDefault="00CB67B9" w:rsidP="00BE0F9D">
    <w:pPr>
      <w:pStyle w:val="Stopka"/>
      <w:framePr w:wrap="around" w:vAnchor="text" w:hAnchor="margin" w:xAlign="right" w:y="1"/>
      <w:rPr>
        <w:rStyle w:val="Numerstrony"/>
        <w:rFonts w:ascii="Trebuchet MS" w:hAnsi="Trebuchet MS"/>
        <w:b/>
        <w:sz w:val="16"/>
        <w:szCs w:val="16"/>
      </w:rPr>
    </w:pPr>
    <w:r w:rsidRPr="000B6C55">
      <w:rPr>
        <w:rStyle w:val="Numerstrony"/>
        <w:rFonts w:ascii="Trebuchet MS" w:hAnsi="Trebuchet MS"/>
        <w:b/>
        <w:sz w:val="16"/>
        <w:szCs w:val="16"/>
      </w:rPr>
      <w:fldChar w:fldCharType="begin"/>
    </w:r>
    <w:r w:rsidR="00BE0F9D" w:rsidRPr="000B6C55">
      <w:rPr>
        <w:rStyle w:val="Numerstrony"/>
        <w:rFonts w:ascii="Trebuchet MS" w:hAnsi="Trebuchet MS"/>
        <w:b/>
        <w:sz w:val="16"/>
        <w:szCs w:val="16"/>
      </w:rPr>
      <w:instrText xml:space="preserve">PAGE  </w:instrText>
    </w:r>
    <w:r w:rsidRPr="000B6C55">
      <w:rPr>
        <w:rStyle w:val="Numerstrony"/>
        <w:rFonts w:ascii="Trebuchet MS" w:hAnsi="Trebuchet MS"/>
        <w:b/>
        <w:sz w:val="16"/>
        <w:szCs w:val="16"/>
      </w:rPr>
      <w:fldChar w:fldCharType="separate"/>
    </w:r>
    <w:r w:rsidR="00A162DE">
      <w:rPr>
        <w:rStyle w:val="Numerstrony"/>
        <w:rFonts w:ascii="Trebuchet MS" w:hAnsi="Trebuchet MS"/>
        <w:b/>
        <w:noProof/>
        <w:sz w:val="16"/>
        <w:szCs w:val="16"/>
      </w:rPr>
      <w:t>2</w:t>
    </w:r>
    <w:r w:rsidRPr="000B6C55">
      <w:rPr>
        <w:rStyle w:val="Numerstrony"/>
        <w:rFonts w:ascii="Trebuchet MS" w:hAnsi="Trebuchet MS"/>
        <w:b/>
        <w:sz w:val="16"/>
        <w:szCs w:val="16"/>
      </w:rPr>
      <w:fldChar w:fldCharType="end"/>
    </w:r>
  </w:p>
  <w:p w:rsidR="00BE0F9D" w:rsidRPr="0025790C" w:rsidRDefault="00BE0F9D" w:rsidP="0085034C">
    <w:pPr>
      <w:keepNext/>
      <w:pBdr>
        <w:bottom w:val="single" w:sz="6" w:space="1" w:color="auto"/>
      </w:pBdr>
      <w:shd w:val="clear" w:color="auto" w:fill="FFFFFF"/>
      <w:textAlignment w:val="baseline"/>
      <w:outlineLvl w:val="1"/>
      <w:rPr>
        <w:rFonts w:ascii="Trebuchet MS" w:hAnsi="Trebuchet MS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F9D" w:rsidRDefault="0082327E">
    <w:pPr>
      <w:pStyle w:val="Stopka"/>
    </w:pPr>
    <w:r w:rsidRPr="0085034C">
      <w:rPr>
        <w:rFonts w:eastAsia="DejaVu Sans" w:cs="Tahoma"/>
        <w:noProof/>
        <w:kern w:val="2"/>
      </w:rPr>
      <w:drawing>
        <wp:inline distT="0" distB="0" distL="0" distR="0">
          <wp:extent cx="5760720" cy="571500"/>
          <wp:effectExtent l="0" t="0" r="0" b="0"/>
          <wp:docPr id="2" name="Obraz 1" descr="FE-POI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7C8" w:rsidRDefault="001357C8" w:rsidP="0085034C">
      <w:r>
        <w:separator/>
      </w:r>
    </w:p>
  </w:footnote>
  <w:footnote w:type="continuationSeparator" w:id="0">
    <w:p w:rsidR="001357C8" w:rsidRDefault="001357C8" w:rsidP="0085034C">
      <w:r>
        <w:continuationSeparator/>
      </w:r>
    </w:p>
  </w:footnote>
  <w:footnote w:id="1">
    <w:p w:rsidR="00C36072" w:rsidRPr="00C36072" w:rsidRDefault="00C36072">
      <w:pPr>
        <w:pStyle w:val="Tekstprzypisudolnego"/>
      </w:pPr>
      <w:r>
        <w:rPr>
          <w:rStyle w:val="Odwoanieprzypisudolnego"/>
        </w:rPr>
        <w:footnoteRef/>
      </w:r>
      <w:r>
        <w:t xml:space="preserve"> Wskazać zgodnie z ofertą Wykonawcy</w:t>
      </w:r>
    </w:p>
  </w:footnote>
  <w:footnote w:id="2">
    <w:p w:rsidR="00AD6FA7" w:rsidRPr="00AD6FA7" w:rsidRDefault="00AD6FA7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części zamówienia.</w:t>
      </w:r>
    </w:p>
  </w:footnote>
  <w:footnote w:id="3">
    <w:p w:rsidR="00AD6FA7" w:rsidRPr="00AD6FA7" w:rsidRDefault="00AD6FA7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części zamówienia.</w:t>
      </w:r>
    </w:p>
  </w:footnote>
  <w:footnote w:id="4">
    <w:p w:rsidR="00AD6FA7" w:rsidRPr="00AD6FA7" w:rsidRDefault="00AD6FA7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części zamówienia.</w:t>
      </w:r>
    </w:p>
  </w:footnote>
  <w:footnote w:id="5">
    <w:p w:rsidR="00AD6FA7" w:rsidRPr="00AD6FA7" w:rsidRDefault="00AD6FA7" w:rsidP="00AD6FA7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części zamówienia.</w:t>
      </w:r>
    </w:p>
    <w:p w:rsidR="00AD6FA7" w:rsidRPr="00AD6FA7" w:rsidRDefault="00AD6FA7">
      <w:pPr>
        <w:pStyle w:val="Tekstprzypisudolnego"/>
      </w:pPr>
    </w:p>
  </w:footnote>
  <w:footnote w:id="6">
    <w:p w:rsidR="00557663" w:rsidRPr="00557663" w:rsidRDefault="00557663">
      <w:pPr>
        <w:pStyle w:val="Tekstprzypisudolnego"/>
      </w:pPr>
      <w:r>
        <w:rPr>
          <w:rStyle w:val="Odwoanieprzypisudolnego"/>
        </w:rPr>
        <w:footnoteRef/>
      </w:r>
      <w:r>
        <w:t xml:space="preserve"> Dotyczy części zamówienia nr 2.</w:t>
      </w:r>
    </w:p>
  </w:footnote>
  <w:footnote w:id="7">
    <w:p w:rsidR="0088587B" w:rsidRPr="0088587B" w:rsidRDefault="0088587B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części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F9D" w:rsidRPr="0085034C" w:rsidRDefault="0082327E" w:rsidP="0085034C">
    <w:pPr>
      <w:pStyle w:val="Nagwek"/>
      <w:rPr>
        <w:szCs w:val="16"/>
      </w:rPr>
    </w:pPr>
    <w:r w:rsidRPr="0085034C">
      <w:rPr>
        <w:rFonts w:eastAsia="DejaVu Sans" w:cs="Tahoma"/>
        <w:noProof/>
        <w:kern w:val="2"/>
      </w:rPr>
      <w:drawing>
        <wp:inline distT="0" distB="0" distL="0" distR="0">
          <wp:extent cx="5036820" cy="937260"/>
          <wp:effectExtent l="0" t="0" r="0" b="0"/>
          <wp:docPr id="1" name="Obraz 2" descr="logo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RDOS_Kraków_WP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82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ascii="Arial" w:hAnsi="Arial" w:cs="Arial"/>
        <w:sz w:val="20"/>
        <w:szCs w:val="20"/>
      </w:r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6C6268"/>
    <w:multiLevelType w:val="hybridMultilevel"/>
    <w:tmpl w:val="7C320B52"/>
    <w:lvl w:ilvl="0" w:tplc="04150011">
      <w:start w:val="1"/>
      <w:numFmt w:val="decimal"/>
      <w:lvlText w:val="%1)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07B29E3"/>
    <w:multiLevelType w:val="hybridMultilevel"/>
    <w:tmpl w:val="6DEEAD64"/>
    <w:lvl w:ilvl="0" w:tplc="5D18DE3A">
      <w:start w:val="9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A5BF9"/>
    <w:multiLevelType w:val="hybridMultilevel"/>
    <w:tmpl w:val="752A2F8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C066CAD"/>
    <w:multiLevelType w:val="hybridMultilevel"/>
    <w:tmpl w:val="F3A0C22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04C5ABC"/>
    <w:multiLevelType w:val="hybridMultilevel"/>
    <w:tmpl w:val="3AD2FED0"/>
    <w:lvl w:ilvl="0" w:tplc="344E11AA">
      <w:start w:val="5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D32E5D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12C5475C"/>
    <w:multiLevelType w:val="hybridMultilevel"/>
    <w:tmpl w:val="5F12B32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47313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1A1715BA"/>
    <w:multiLevelType w:val="hybridMultilevel"/>
    <w:tmpl w:val="61207512"/>
    <w:lvl w:ilvl="0" w:tplc="9B2C60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24F98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28724809"/>
    <w:multiLevelType w:val="hybridMultilevel"/>
    <w:tmpl w:val="9E0A7C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2BEB12C7"/>
    <w:multiLevelType w:val="hybridMultilevel"/>
    <w:tmpl w:val="3D7886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2D01478D"/>
    <w:multiLevelType w:val="hybridMultilevel"/>
    <w:tmpl w:val="4274D1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FB15964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31927781"/>
    <w:multiLevelType w:val="hybridMultilevel"/>
    <w:tmpl w:val="BF885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E52B4"/>
    <w:multiLevelType w:val="hybridMultilevel"/>
    <w:tmpl w:val="FAAE8C0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753373B"/>
    <w:multiLevelType w:val="hybridMultilevel"/>
    <w:tmpl w:val="214014D6"/>
    <w:name w:val="WW8Num563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3B625B66"/>
    <w:multiLevelType w:val="hybridMultilevel"/>
    <w:tmpl w:val="30A22B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B916F33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439F79C1"/>
    <w:multiLevelType w:val="hybridMultilevel"/>
    <w:tmpl w:val="BF0CA08E"/>
    <w:lvl w:ilvl="0" w:tplc="B46AE55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AF6F2F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46BD10D8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>
    <w:nsid w:val="480A6EE0"/>
    <w:multiLevelType w:val="hybridMultilevel"/>
    <w:tmpl w:val="C8C6FA0A"/>
    <w:lvl w:ilvl="0" w:tplc="16DEA99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>
    <w:nsid w:val="488275DF"/>
    <w:multiLevelType w:val="hybridMultilevel"/>
    <w:tmpl w:val="7472A4E2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>
    <w:nsid w:val="49C37091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4A347D8C"/>
    <w:multiLevelType w:val="singleLevel"/>
    <w:tmpl w:val="FFFFFFFF"/>
    <w:lvl w:ilvl="0">
      <w:start w:val="7"/>
      <w:numFmt w:val="upperRoman"/>
      <w:pStyle w:val="Nagwek8"/>
      <w:lvlText w:val="%1."/>
      <w:legacy w:legacy="1" w:legacySpace="0" w:legacyIndent="720"/>
      <w:lvlJc w:val="left"/>
      <w:pPr>
        <w:ind w:left="720" w:hanging="720"/>
      </w:pPr>
    </w:lvl>
  </w:abstractNum>
  <w:abstractNum w:abstractNumId="29">
    <w:nsid w:val="505D5660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555974CE"/>
    <w:multiLevelType w:val="hybridMultilevel"/>
    <w:tmpl w:val="C32AC9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58A61B53"/>
    <w:multiLevelType w:val="hybridMultilevel"/>
    <w:tmpl w:val="45D4505E"/>
    <w:lvl w:ilvl="0" w:tplc="89FC2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CA0ED7"/>
    <w:multiLevelType w:val="hybridMultilevel"/>
    <w:tmpl w:val="4274D1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5F23614"/>
    <w:multiLevelType w:val="hybridMultilevel"/>
    <w:tmpl w:val="7C320B52"/>
    <w:lvl w:ilvl="0" w:tplc="04150011">
      <w:start w:val="1"/>
      <w:numFmt w:val="decimal"/>
      <w:lvlText w:val="%1)"/>
      <w:lvlJc w:val="left"/>
      <w:pPr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668E106B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>
    <w:nsid w:val="668F5581"/>
    <w:multiLevelType w:val="hybridMultilevel"/>
    <w:tmpl w:val="BB6A7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D66607"/>
    <w:multiLevelType w:val="hybridMultilevel"/>
    <w:tmpl w:val="EF3A0CC0"/>
    <w:lvl w:ilvl="0" w:tplc="64D6CDFC">
      <w:start w:val="6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40137"/>
    <w:multiLevelType w:val="hybridMultilevel"/>
    <w:tmpl w:val="B9F44A68"/>
    <w:lvl w:ilvl="0" w:tplc="0B1EC4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BD697A"/>
    <w:multiLevelType w:val="multilevel"/>
    <w:tmpl w:val="B77ED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>
    <w:nsid w:val="6E630FE2"/>
    <w:multiLevelType w:val="hybridMultilevel"/>
    <w:tmpl w:val="1338B75E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0">
    <w:nsid w:val="705C473F"/>
    <w:multiLevelType w:val="hybridMultilevel"/>
    <w:tmpl w:val="0DD0568E"/>
    <w:lvl w:ilvl="0" w:tplc="0634653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73D15CC0"/>
    <w:multiLevelType w:val="hybridMultilevel"/>
    <w:tmpl w:val="80DC1D2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217C1B40">
      <w:start w:val="5"/>
      <w:numFmt w:val="bullet"/>
      <w:lvlText w:val=""/>
      <w:lvlJc w:val="left"/>
      <w:pPr>
        <w:ind w:left="150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>
    <w:nsid w:val="76B24964"/>
    <w:multiLevelType w:val="hybridMultilevel"/>
    <w:tmpl w:val="938E5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456E1D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7C0A6666"/>
    <w:multiLevelType w:val="hybridMultilevel"/>
    <w:tmpl w:val="28DE2EC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5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</w:num>
  <w:num w:numId="3">
    <w:abstractNumId w:val="24"/>
  </w:num>
  <w:num w:numId="4">
    <w:abstractNumId w:val="20"/>
  </w:num>
  <w:num w:numId="5">
    <w:abstractNumId w:val="27"/>
  </w:num>
  <w:num w:numId="6">
    <w:abstractNumId w:val="38"/>
  </w:num>
  <w:num w:numId="7">
    <w:abstractNumId w:val="25"/>
  </w:num>
  <w:num w:numId="8">
    <w:abstractNumId w:val="45"/>
  </w:num>
  <w:num w:numId="9">
    <w:abstractNumId w:val="3"/>
  </w:num>
  <w:num w:numId="10">
    <w:abstractNumId w:val="28"/>
  </w:num>
  <w:num w:numId="11">
    <w:abstractNumId w:val="2"/>
  </w:num>
  <w:num w:numId="12">
    <w:abstractNumId w:val="10"/>
  </w:num>
  <w:num w:numId="13">
    <w:abstractNumId w:val="16"/>
  </w:num>
  <w:num w:numId="14">
    <w:abstractNumId w:val="11"/>
  </w:num>
  <w:num w:numId="15">
    <w:abstractNumId w:val="13"/>
  </w:num>
  <w:num w:numId="16">
    <w:abstractNumId w:val="41"/>
  </w:num>
  <w:num w:numId="17">
    <w:abstractNumId w:val="5"/>
  </w:num>
  <w:num w:numId="18">
    <w:abstractNumId w:val="22"/>
  </w:num>
  <w:num w:numId="19">
    <w:abstractNumId w:val="35"/>
  </w:num>
  <w:num w:numId="20">
    <w:abstractNumId w:val="14"/>
  </w:num>
  <w:num w:numId="21">
    <w:abstractNumId w:val="32"/>
  </w:num>
  <w:num w:numId="22">
    <w:abstractNumId w:val="12"/>
  </w:num>
  <w:num w:numId="23">
    <w:abstractNumId w:val="17"/>
  </w:num>
  <w:num w:numId="24">
    <w:abstractNumId w:val="23"/>
  </w:num>
  <w:num w:numId="25">
    <w:abstractNumId w:val="15"/>
  </w:num>
  <w:num w:numId="26">
    <w:abstractNumId w:val="9"/>
  </w:num>
  <w:num w:numId="27">
    <w:abstractNumId w:val="34"/>
  </w:num>
  <w:num w:numId="28">
    <w:abstractNumId w:val="21"/>
  </w:num>
  <w:num w:numId="29">
    <w:abstractNumId w:val="7"/>
  </w:num>
  <w:num w:numId="30">
    <w:abstractNumId w:val="29"/>
  </w:num>
  <w:num w:numId="31">
    <w:abstractNumId w:val="33"/>
  </w:num>
  <w:num w:numId="32">
    <w:abstractNumId w:val="18"/>
  </w:num>
  <w:num w:numId="33">
    <w:abstractNumId w:val="1"/>
  </w:num>
  <w:num w:numId="34">
    <w:abstractNumId w:val="31"/>
  </w:num>
  <w:num w:numId="35">
    <w:abstractNumId w:val="30"/>
  </w:num>
  <w:num w:numId="36">
    <w:abstractNumId w:val="0"/>
  </w:num>
  <w:num w:numId="37">
    <w:abstractNumId w:val="8"/>
  </w:num>
  <w:num w:numId="38">
    <w:abstractNumId w:val="6"/>
  </w:num>
  <w:num w:numId="39">
    <w:abstractNumId w:val="36"/>
  </w:num>
  <w:num w:numId="40">
    <w:abstractNumId w:val="37"/>
  </w:num>
  <w:num w:numId="41">
    <w:abstractNumId w:val="19"/>
  </w:num>
  <w:num w:numId="42">
    <w:abstractNumId w:val="44"/>
  </w:num>
  <w:num w:numId="43">
    <w:abstractNumId w:val="42"/>
  </w:num>
  <w:num w:numId="44">
    <w:abstractNumId w:val="4"/>
  </w:num>
  <w:num w:numId="45">
    <w:abstractNumId w:val="40"/>
  </w:num>
  <w:num w:numId="46">
    <w:abstractNumId w:val="39"/>
  </w:num>
  <w:num w:numId="47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4C"/>
    <w:rsid w:val="00000CFA"/>
    <w:rsid w:val="00002382"/>
    <w:rsid w:val="000039D3"/>
    <w:rsid w:val="00004EC8"/>
    <w:rsid w:val="00014058"/>
    <w:rsid w:val="00026F1D"/>
    <w:rsid w:val="00043A8B"/>
    <w:rsid w:val="000553F3"/>
    <w:rsid w:val="00062C7C"/>
    <w:rsid w:val="000676ED"/>
    <w:rsid w:val="000A0936"/>
    <w:rsid w:val="000A2729"/>
    <w:rsid w:val="000A2897"/>
    <w:rsid w:val="000C6D30"/>
    <w:rsid w:val="000C78B7"/>
    <w:rsid w:val="000E2576"/>
    <w:rsid w:val="000E6FDA"/>
    <w:rsid w:val="000F081D"/>
    <w:rsid w:val="00104558"/>
    <w:rsid w:val="00104634"/>
    <w:rsid w:val="0011346F"/>
    <w:rsid w:val="001357C8"/>
    <w:rsid w:val="00182ACA"/>
    <w:rsid w:val="00187F23"/>
    <w:rsid w:val="00195FAA"/>
    <w:rsid w:val="001C745A"/>
    <w:rsid w:val="001D6D72"/>
    <w:rsid w:val="001D79CF"/>
    <w:rsid w:val="001E02A1"/>
    <w:rsid w:val="001F0D73"/>
    <w:rsid w:val="00202D0F"/>
    <w:rsid w:val="00222764"/>
    <w:rsid w:val="0023453F"/>
    <w:rsid w:val="00237771"/>
    <w:rsid w:val="00242327"/>
    <w:rsid w:val="002510FD"/>
    <w:rsid w:val="00256428"/>
    <w:rsid w:val="0026423F"/>
    <w:rsid w:val="0026559E"/>
    <w:rsid w:val="00292D52"/>
    <w:rsid w:val="002A3B35"/>
    <w:rsid w:val="002D386C"/>
    <w:rsid w:val="002D535C"/>
    <w:rsid w:val="002F64A1"/>
    <w:rsid w:val="00302BAB"/>
    <w:rsid w:val="003036C8"/>
    <w:rsid w:val="003048CC"/>
    <w:rsid w:val="003310E0"/>
    <w:rsid w:val="003314C2"/>
    <w:rsid w:val="003621AD"/>
    <w:rsid w:val="003A49A3"/>
    <w:rsid w:val="003A56AD"/>
    <w:rsid w:val="003A7D04"/>
    <w:rsid w:val="003B050B"/>
    <w:rsid w:val="003F037C"/>
    <w:rsid w:val="003F05E6"/>
    <w:rsid w:val="0040711F"/>
    <w:rsid w:val="00426725"/>
    <w:rsid w:val="00447E0E"/>
    <w:rsid w:val="00462A51"/>
    <w:rsid w:val="004766A7"/>
    <w:rsid w:val="0048068A"/>
    <w:rsid w:val="004912C2"/>
    <w:rsid w:val="004B301C"/>
    <w:rsid w:val="004D79D2"/>
    <w:rsid w:val="004E5DB9"/>
    <w:rsid w:val="004E6A26"/>
    <w:rsid w:val="004F3CDE"/>
    <w:rsid w:val="004F5418"/>
    <w:rsid w:val="005321B1"/>
    <w:rsid w:val="00533C56"/>
    <w:rsid w:val="0054171E"/>
    <w:rsid w:val="00557663"/>
    <w:rsid w:val="005A6F5C"/>
    <w:rsid w:val="005B4FE7"/>
    <w:rsid w:val="005E4C95"/>
    <w:rsid w:val="005E6444"/>
    <w:rsid w:val="005F4742"/>
    <w:rsid w:val="0060315F"/>
    <w:rsid w:val="006353A4"/>
    <w:rsid w:val="006600D9"/>
    <w:rsid w:val="00665126"/>
    <w:rsid w:val="00665CB1"/>
    <w:rsid w:val="00675D62"/>
    <w:rsid w:val="0069560B"/>
    <w:rsid w:val="006C1475"/>
    <w:rsid w:val="006E29BD"/>
    <w:rsid w:val="006E75CE"/>
    <w:rsid w:val="0071776E"/>
    <w:rsid w:val="00717F93"/>
    <w:rsid w:val="007301FC"/>
    <w:rsid w:val="0073644C"/>
    <w:rsid w:val="00742108"/>
    <w:rsid w:val="00757851"/>
    <w:rsid w:val="00776410"/>
    <w:rsid w:val="007A07C8"/>
    <w:rsid w:val="007A20A2"/>
    <w:rsid w:val="007A2D05"/>
    <w:rsid w:val="007B1F9B"/>
    <w:rsid w:val="007B2BC0"/>
    <w:rsid w:val="007B3E17"/>
    <w:rsid w:val="007D49F5"/>
    <w:rsid w:val="007E4FD1"/>
    <w:rsid w:val="007F3253"/>
    <w:rsid w:val="007F36EE"/>
    <w:rsid w:val="00812A20"/>
    <w:rsid w:val="00816799"/>
    <w:rsid w:val="0082327E"/>
    <w:rsid w:val="0085034C"/>
    <w:rsid w:val="00883C6A"/>
    <w:rsid w:val="00884229"/>
    <w:rsid w:val="0088587B"/>
    <w:rsid w:val="0088779D"/>
    <w:rsid w:val="008C243E"/>
    <w:rsid w:val="008C5687"/>
    <w:rsid w:val="008D2A44"/>
    <w:rsid w:val="008E2E37"/>
    <w:rsid w:val="008E4DE4"/>
    <w:rsid w:val="008F6724"/>
    <w:rsid w:val="009324E7"/>
    <w:rsid w:val="00962339"/>
    <w:rsid w:val="00962751"/>
    <w:rsid w:val="009912DD"/>
    <w:rsid w:val="009939BC"/>
    <w:rsid w:val="009A15EC"/>
    <w:rsid w:val="009B772D"/>
    <w:rsid w:val="009D166A"/>
    <w:rsid w:val="009D6BCA"/>
    <w:rsid w:val="009F7D87"/>
    <w:rsid w:val="00A162DE"/>
    <w:rsid w:val="00A17D05"/>
    <w:rsid w:val="00A26B47"/>
    <w:rsid w:val="00A30A9C"/>
    <w:rsid w:val="00A406D4"/>
    <w:rsid w:val="00A60458"/>
    <w:rsid w:val="00A654C3"/>
    <w:rsid w:val="00A70994"/>
    <w:rsid w:val="00A87638"/>
    <w:rsid w:val="00AA3C53"/>
    <w:rsid w:val="00AB10EC"/>
    <w:rsid w:val="00AC1756"/>
    <w:rsid w:val="00AD41C5"/>
    <w:rsid w:val="00AD6FA7"/>
    <w:rsid w:val="00AE3611"/>
    <w:rsid w:val="00B013A7"/>
    <w:rsid w:val="00B056F1"/>
    <w:rsid w:val="00B1012E"/>
    <w:rsid w:val="00B255C1"/>
    <w:rsid w:val="00B36B76"/>
    <w:rsid w:val="00B45CD1"/>
    <w:rsid w:val="00B5314E"/>
    <w:rsid w:val="00B562AA"/>
    <w:rsid w:val="00B600EB"/>
    <w:rsid w:val="00B77906"/>
    <w:rsid w:val="00B77DB9"/>
    <w:rsid w:val="00B81ED0"/>
    <w:rsid w:val="00B877CB"/>
    <w:rsid w:val="00BA639A"/>
    <w:rsid w:val="00BB6132"/>
    <w:rsid w:val="00BC183B"/>
    <w:rsid w:val="00BD755F"/>
    <w:rsid w:val="00BE0F9D"/>
    <w:rsid w:val="00BE2F7E"/>
    <w:rsid w:val="00C108ED"/>
    <w:rsid w:val="00C24C4C"/>
    <w:rsid w:val="00C36072"/>
    <w:rsid w:val="00C41274"/>
    <w:rsid w:val="00C4686A"/>
    <w:rsid w:val="00C831C2"/>
    <w:rsid w:val="00C84E96"/>
    <w:rsid w:val="00C927FA"/>
    <w:rsid w:val="00C948AE"/>
    <w:rsid w:val="00CB67B9"/>
    <w:rsid w:val="00CD1A5B"/>
    <w:rsid w:val="00D03725"/>
    <w:rsid w:val="00D5616B"/>
    <w:rsid w:val="00D57E32"/>
    <w:rsid w:val="00D62528"/>
    <w:rsid w:val="00D71284"/>
    <w:rsid w:val="00D80E85"/>
    <w:rsid w:val="00D8260C"/>
    <w:rsid w:val="00D85BC6"/>
    <w:rsid w:val="00D87F97"/>
    <w:rsid w:val="00DB488E"/>
    <w:rsid w:val="00DB6A63"/>
    <w:rsid w:val="00E105B7"/>
    <w:rsid w:val="00E1522E"/>
    <w:rsid w:val="00E17058"/>
    <w:rsid w:val="00E229E7"/>
    <w:rsid w:val="00E36C9F"/>
    <w:rsid w:val="00E55229"/>
    <w:rsid w:val="00E629F3"/>
    <w:rsid w:val="00E67327"/>
    <w:rsid w:val="00E7183A"/>
    <w:rsid w:val="00E75175"/>
    <w:rsid w:val="00E854F6"/>
    <w:rsid w:val="00E90106"/>
    <w:rsid w:val="00ED19CD"/>
    <w:rsid w:val="00ED7FC7"/>
    <w:rsid w:val="00EF6B24"/>
    <w:rsid w:val="00F2428A"/>
    <w:rsid w:val="00F43D9D"/>
    <w:rsid w:val="00F66AD3"/>
    <w:rsid w:val="00F711A8"/>
    <w:rsid w:val="00F73BB6"/>
    <w:rsid w:val="00F8750D"/>
    <w:rsid w:val="00F902F9"/>
    <w:rsid w:val="00FB57E5"/>
    <w:rsid w:val="00FE367F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27156-A6AA-47F4-A2CA-922BAF70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034C"/>
    <w:rPr>
      <w:rFonts w:ascii="Times New Roman" w:eastAsia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4F5418"/>
    <w:pPr>
      <w:keepNext/>
      <w:widowControl w:val="0"/>
      <w:numPr>
        <w:numId w:val="10"/>
      </w:numPr>
      <w:tabs>
        <w:tab w:val="left" w:pos="567"/>
        <w:tab w:val="left" w:pos="720"/>
      </w:tabs>
      <w:autoSpaceDE w:val="0"/>
      <w:autoSpaceDN w:val="0"/>
      <w:jc w:val="both"/>
      <w:outlineLvl w:val="7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 Znak,Stopka Znak Znak Znak"/>
    <w:basedOn w:val="Normalny"/>
    <w:link w:val="StopkaZnak"/>
    <w:uiPriority w:val="99"/>
    <w:rsid w:val="0085034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 Znak,Stopka Znak Znak Znak Znak"/>
    <w:link w:val="Stopka"/>
    <w:uiPriority w:val="99"/>
    <w:rsid w:val="008503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034C"/>
  </w:style>
  <w:style w:type="paragraph" w:styleId="Nagwek">
    <w:name w:val="header"/>
    <w:aliases w:val="Nagłówek strony"/>
    <w:basedOn w:val="Normalny"/>
    <w:link w:val="NagwekZnak"/>
    <w:rsid w:val="00850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rsid w:val="008503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85034C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85034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85034C"/>
    <w:pPr>
      <w:ind w:left="708"/>
    </w:pPr>
  </w:style>
  <w:style w:type="paragraph" w:styleId="Tekstpodstawowywcity3">
    <w:name w:val="Body Text Indent 3"/>
    <w:basedOn w:val="Normalny"/>
    <w:link w:val="Tekstpodstawowywcity3Znak"/>
    <w:rsid w:val="008503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8503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1">
    <w:name w:val="Normalny1"/>
    <w:rsid w:val="0085034C"/>
    <w:pPr>
      <w:suppressAutoHyphens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8503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-1i">
    <w:name w:val="Lista - 1i"/>
    <w:basedOn w:val="Normalny"/>
    <w:rsid w:val="0085034C"/>
    <w:pPr>
      <w:spacing w:before="96" w:line="288" w:lineRule="auto"/>
      <w:ind w:left="851" w:firstLine="357"/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034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5034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034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8503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4F5418"/>
    <w:rPr>
      <w:b/>
      <w:bCs/>
    </w:rPr>
  </w:style>
  <w:style w:type="character" w:customStyle="1" w:styleId="Nagwek8Znak">
    <w:name w:val="Nagłówek 8 Znak"/>
    <w:link w:val="Nagwek8"/>
    <w:rsid w:val="004F5418"/>
    <w:rPr>
      <w:rFonts w:ascii="Times New Roman" w:eastAsia="Times New Roman" w:hAnsi="Times New Roman"/>
      <w:b/>
      <w:bCs/>
      <w:sz w:val="24"/>
      <w:szCs w:val="24"/>
    </w:rPr>
  </w:style>
  <w:style w:type="character" w:styleId="Odwoanieprzypisudolnego">
    <w:name w:val="footnote reference"/>
    <w:semiHidden/>
    <w:rsid w:val="00D85BC6"/>
    <w:rPr>
      <w:vertAlign w:val="superscript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D85BC6"/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semiHidden/>
    <w:rsid w:val="00D85BC6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7A20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20A2"/>
  </w:style>
  <w:style w:type="character" w:customStyle="1" w:styleId="TekstkomentarzaZnak">
    <w:name w:val="Tekst komentarza Znak"/>
    <w:link w:val="Tekstkomentarza"/>
    <w:uiPriority w:val="99"/>
    <w:semiHidden/>
    <w:rsid w:val="007A20A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0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20A2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unhideWhenUsed/>
    <w:rsid w:val="00292D52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292D52"/>
    <w:rPr>
      <w:color w:val="808080"/>
      <w:shd w:val="clear" w:color="auto" w:fill="E6E6E6"/>
    </w:rPr>
  </w:style>
  <w:style w:type="paragraph" w:customStyle="1" w:styleId="ust">
    <w:name w:val="ust"/>
    <w:rsid w:val="001F0D73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B8AFB-F690-4534-B19E-238D87F0B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4131</Words>
  <Characters>24789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</dc:creator>
  <cp:lastModifiedBy>Bartek</cp:lastModifiedBy>
  <cp:revision>2</cp:revision>
  <dcterms:created xsi:type="dcterms:W3CDTF">2020-02-06T17:49:00Z</dcterms:created>
  <dcterms:modified xsi:type="dcterms:W3CDTF">2020-02-06T17:49:00Z</dcterms:modified>
</cp:coreProperties>
</file>